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39A" w:rsidRDefault="00AC739A"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DC7DD5" w:rsidRPr="00C14831" w:rsidRDefault="00DC7DD5" w:rsidP="009950C3">
      <w:pPr>
        <w:jc w:val="center"/>
        <w:rPr>
          <w:rFonts w:cs="Times New Roman"/>
          <w:b/>
          <w:sz w:val="40"/>
          <w:szCs w:val="40"/>
        </w:rPr>
      </w:pPr>
      <w:r w:rsidRPr="00C14831">
        <w:rPr>
          <w:rFonts w:cs="Times New Roman"/>
          <w:b/>
          <w:sz w:val="40"/>
          <w:szCs w:val="40"/>
        </w:rPr>
        <w:t>Using interdisciplinary research method</w:t>
      </w:r>
      <w:r w:rsidR="00000ED3" w:rsidRPr="00C14831">
        <w:rPr>
          <w:rFonts w:cs="Times New Roman"/>
          <w:b/>
          <w:sz w:val="40"/>
          <w:szCs w:val="40"/>
        </w:rPr>
        <w:t>s</w:t>
      </w:r>
      <w:r w:rsidRPr="00C14831">
        <w:rPr>
          <w:rFonts w:cs="Times New Roman"/>
          <w:b/>
          <w:sz w:val="40"/>
          <w:szCs w:val="40"/>
        </w:rPr>
        <w:t xml:space="preserve"> </w:t>
      </w:r>
      <w:r w:rsidR="00000ED3" w:rsidRPr="00C14831">
        <w:rPr>
          <w:rFonts w:cs="Times New Roman"/>
          <w:b/>
          <w:sz w:val="40"/>
          <w:szCs w:val="40"/>
        </w:rPr>
        <w:t>to</w:t>
      </w:r>
      <w:r w:rsidR="002D26CB" w:rsidRPr="00C14831">
        <w:rPr>
          <w:rFonts w:cs="Times New Roman"/>
          <w:b/>
          <w:sz w:val="40"/>
          <w:szCs w:val="40"/>
        </w:rPr>
        <w:br/>
      </w:r>
      <w:r w:rsidR="00C246CB" w:rsidRPr="00C14831">
        <w:rPr>
          <w:rFonts w:cs="Times New Roman"/>
          <w:b/>
          <w:sz w:val="40"/>
          <w:szCs w:val="40"/>
        </w:rPr>
        <w:t>address</w:t>
      </w:r>
      <w:r w:rsidR="002D26CB" w:rsidRPr="00C14831">
        <w:rPr>
          <w:rFonts w:cs="Times New Roman"/>
          <w:b/>
          <w:sz w:val="40"/>
          <w:szCs w:val="40"/>
        </w:rPr>
        <w:t xml:space="preserve"> </w:t>
      </w:r>
      <w:r w:rsidRPr="00C14831">
        <w:rPr>
          <w:rFonts w:cs="Times New Roman"/>
          <w:b/>
          <w:sz w:val="40"/>
          <w:szCs w:val="40"/>
        </w:rPr>
        <w:t>comp</w:t>
      </w:r>
      <w:r w:rsidR="00000ED3" w:rsidRPr="00C14831">
        <w:rPr>
          <w:rFonts w:cs="Times New Roman"/>
          <w:b/>
          <w:sz w:val="40"/>
          <w:szCs w:val="40"/>
        </w:rPr>
        <w:t>l</w:t>
      </w:r>
      <w:r w:rsidRPr="00C14831">
        <w:rPr>
          <w:rFonts w:cs="Times New Roman"/>
          <w:b/>
          <w:sz w:val="40"/>
          <w:szCs w:val="40"/>
        </w:rPr>
        <w:t>ex</w:t>
      </w:r>
      <w:r w:rsidR="002D26CB" w:rsidRPr="00C14831">
        <w:rPr>
          <w:rFonts w:cs="Times New Roman"/>
          <w:b/>
          <w:sz w:val="40"/>
          <w:szCs w:val="40"/>
        </w:rPr>
        <w:t xml:space="preserve"> </w:t>
      </w:r>
      <w:r w:rsidRPr="00C14831">
        <w:rPr>
          <w:rFonts w:cs="Times New Roman"/>
          <w:b/>
          <w:sz w:val="40"/>
          <w:szCs w:val="40"/>
        </w:rPr>
        <w:t>multi-</w:t>
      </w:r>
      <w:r w:rsidR="00000ED3" w:rsidRPr="00C14831">
        <w:rPr>
          <w:rFonts w:cs="Times New Roman"/>
          <w:b/>
          <w:sz w:val="40"/>
          <w:szCs w:val="40"/>
        </w:rPr>
        <w:t>jurisdictional</w:t>
      </w:r>
      <w:r w:rsidR="00DF07A5" w:rsidRPr="00C14831">
        <w:rPr>
          <w:rFonts w:cs="Times New Roman"/>
          <w:b/>
          <w:sz w:val="40"/>
          <w:szCs w:val="40"/>
        </w:rPr>
        <w:t xml:space="preserve"> r</w:t>
      </w:r>
      <w:r w:rsidRPr="00C14831">
        <w:rPr>
          <w:rFonts w:cs="Times New Roman"/>
          <w:b/>
          <w:sz w:val="40"/>
          <w:szCs w:val="40"/>
        </w:rPr>
        <w:t xml:space="preserve">esource </w:t>
      </w:r>
      <w:r w:rsidR="00B16C2F" w:rsidRPr="00C14831">
        <w:rPr>
          <w:rFonts w:cs="Times New Roman"/>
          <w:b/>
          <w:sz w:val="40"/>
          <w:szCs w:val="40"/>
        </w:rPr>
        <w:t>issues</w:t>
      </w:r>
      <w:proofErr w:type="gramStart"/>
      <w:r w:rsidR="00B16C2F" w:rsidRPr="00C14831">
        <w:rPr>
          <w:rFonts w:cs="Times New Roman"/>
          <w:b/>
          <w:sz w:val="40"/>
          <w:szCs w:val="40"/>
        </w:rPr>
        <w:t>:</w:t>
      </w:r>
      <w:proofErr w:type="gramEnd"/>
      <w:r w:rsidR="002D26CB" w:rsidRPr="00C14831">
        <w:rPr>
          <w:rFonts w:cs="Times New Roman"/>
          <w:b/>
          <w:sz w:val="40"/>
          <w:szCs w:val="40"/>
        </w:rPr>
        <w:br/>
      </w:r>
      <w:r w:rsidR="00B16C2F" w:rsidRPr="00C14831">
        <w:rPr>
          <w:rFonts w:cs="Times New Roman"/>
          <w:b/>
          <w:sz w:val="40"/>
          <w:szCs w:val="40"/>
        </w:rPr>
        <w:t>A case study of Lapwai Creek Watershed</w:t>
      </w:r>
    </w:p>
    <w:p w:rsidR="00DF07A5" w:rsidRDefault="00DF07A5"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DF07A5" w:rsidRPr="00C14831" w:rsidRDefault="00DF07A5" w:rsidP="009950C3">
      <w:pPr>
        <w:jc w:val="center"/>
        <w:rPr>
          <w:sz w:val="28"/>
        </w:rPr>
      </w:pPr>
      <w:r w:rsidRPr="00C14831">
        <w:rPr>
          <w:sz w:val="28"/>
        </w:rPr>
        <w:t xml:space="preserve">Ryan </w:t>
      </w:r>
      <w:proofErr w:type="spellStart"/>
      <w:r w:rsidRPr="00C14831">
        <w:rPr>
          <w:sz w:val="28"/>
        </w:rPr>
        <w:t>Boylan</w:t>
      </w:r>
      <w:proofErr w:type="spellEnd"/>
      <w:r w:rsidRPr="00C14831">
        <w:rPr>
          <w:sz w:val="28"/>
        </w:rPr>
        <w:t xml:space="preserve">, Jim </w:t>
      </w:r>
      <w:proofErr w:type="spellStart"/>
      <w:r w:rsidRPr="00C14831">
        <w:rPr>
          <w:sz w:val="28"/>
        </w:rPr>
        <w:t>Browitt</w:t>
      </w:r>
      <w:proofErr w:type="spellEnd"/>
      <w:r w:rsidRPr="00C14831">
        <w:rPr>
          <w:sz w:val="28"/>
        </w:rPr>
        <w:t>, Chris Currie</w:t>
      </w:r>
      <w:proofErr w:type="gramStart"/>
      <w:r w:rsidRPr="00C14831">
        <w:rPr>
          <w:sz w:val="28"/>
        </w:rPr>
        <w:t>,</w:t>
      </w:r>
      <w:proofErr w:type="gramEnd"/>
      <w:r w:rsidRPr="00C14831">
        <w:rPr>
          <w:sz w:val="28"/>
        </w:rPr>
        <w:br/>
        <w:t xml:space="preserve">Allison Parker and Audrey Squires </w:t>
      </w:r>
    </w:p>
    <w:p w:rsidR="009950C3" w:rsidRDefault="009950C3" w:rsidP="009950C3">
      <w:pPr>
        <w:jc w:val="center"/>
        <w:rPr>
          <w:b/>
        </w:rPr>
      </w:pPr>
    </w:p>
    <w:p w:rsidR="00C14831" w:rsidRPr="00C14831" w:rsidRDefault="00C14831" w:rsidP="009950C3">
      <w:pPr>
        <w:jc w:val="center"/>
        <w:rPr>
          <w:b/>
        </w:rPr>
      </w:pPr>
    </w:p>
    <w:p w:rsidR="00C14831" w:rsidRDefault="00C14831" w:rsidP="009950C3">
      <w:pPr>
        <w:jc w:val="center"/>
      </w:pPr>
      <w:r>
        <w:t>WR 506: Interdisciplinary Methods in Water Resources</w:t>
      </w:r>
    </w:p>
    <w:p w:rsidR="00C14831" w:rsidRDefault="00C14831" w:rsidP="009950C3">
      <w:pPr>
        <w:jc w:val="center"/>
      </w:pPr>
      <w:proofErr w:type="gramStart"/>
      <w:r>
        <w:t>Profs.</w:t>
      </w:r>
      <w:proofErr w:type="gramEnd"/>
      <w:r>
        <w:t xml:space="preserve"> Boll and </w:t>
      </w:r>
      <w:proofErr w:type="spellStart"/>
      <w:r>
        <w:t>Cosens</w:t>
      </w:r>
      <w:proofErr w:type="spellEnd"/>
    </w:p>
    <w:p w:rsidR="00C14831" w:rsidRDefault="00C14831" w:rsidP="009950C3">
      <w:pPr>
        <w:jc w:val="center"/>
      </w:pPr>
      <w:r>
        <w:t>University of Idaho</w:t>
      </w:r>
    </w:p>
    <w:p w:rsidR="00C14831" w:rsidRPr="00C14831" w:rsidRDefault="00C14831" w:rsidP="009950C3">
      <w:pPr>
        <w:jc w:val="center"/>
      </w:pPr>
      <w:r>
        <w:t>2 December 2011</w:t>
      </w:r>
    </w:p>
    <w:p w:rsidR="00C14831" w:rsidRPr="00C14831" w:rsidRDefault="00C14831" w:rsidP="009950C3">
      <w:pPr>
        <w:jc w:val="center"/>
        <w:rPr>
          <w:b/>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BF25E1" w:rsidRDefault="00DF07A5" w:rsidP="00A310E7">
      <w:pPr>
        <w:rPr>
          <w:b/>
        </w:rPr>
      </w:pPr>
      <w:r>
        <w:rPr>
          <w:b/>
        </w:rPr>
        <w:lastRenderedPageBreak/>
        <w:t>I</w:t>
      </w:r>
      <w:r w:rsidR="00BF25E1">
        <w:rPr>
          <w:b/>
        </w:rPr>
        <w:t>ntroduction</w:t>
      </w:r>
    </w:p>
    <w:p w:rsidR="00616569" w:rsidRDefault="00616569" w:rsidP="00A310E7">
      <w:pPr>
        <w:rPr>
          <w:b/>
        </w:rPr>
      </w:pPr>
    </w:p>
    <w:p w:rsidR="0009536E" w:rsidRPr="00B066D7" w:rsidRDefault="00616569" w:rsidP="009126C9">
      <w:pPr>
        <w:widowControl w:val="0"/>
        <w:autoSpaceDE w:val="0"/>
        <w:autoSpaceDN w:val="0"/>
        <w:adjustRightInd w:val="0"/>
        <w:spacing w:line="480" w:lineRule="auto"/>
        <w:ind w:firstLine="720"/>
        <w:rPr>
          <w:rFonts w:ascii="TimesNewRomanPSMT" w:hAnsi="TimesNewRomanPSMT" w:cs="TimesNewRomanPSMT"/>
          <w:color w:val="231F20"/>
          <w:sz w:val="20"/>
          <w:szCs w:val="20"/>
        </w:rPr>
      </w:pPr>
      <w:r w:rsidRPr="00361E59">
        <w:t xml:space="preserve">Anthropogenic </w:t>
      </w:r>
      <w:r w:rsidR="00C246CB" w:rsidRPr="00361E59">
        <w:t>activities</w:t>
      </w:r>
      <w:r w:rsidRPr="00361E59">
        <w:t xml:space="preserve"> are the drivers for the </w:t>
      </w:r>
      <w:r w:rsidR="00C246CB" w:rsidRPr="00361E59">
        <w:t>degradation</w:t>
      </w:r>
      <w:r w:rsidRPr="00361E59">
        <w:t xml:space="preserve"> of many natural systems worldwide</w:t>
      </w:r>
      <w:r w:rsidR="00DF07A5">
        <w:t>, and t</w:t>
      </w:r>
      <w:r w:rsidR="005A4637" w:rsidRPr="00361E59">
        <w:t xml:space="preserve">he Lapwai Creek Watershed is </w:t>
      </w:r>
      <w:r w:rsidR="00AF5C36">
        <w:t xml:space="preserve">such </w:t>
      </w:r>
      <w:r w:rsidR="004978AB">
        <w:t xml:space="preserve">an </w:t>
      </w:r>
      <w:r w:rsidR="00AF5C36">
        <w:t>example</w:t>
      </w:r>
      <w:r w:rsidR="007809EC" w:rsidRPr="00361E59">
        <w:t xml:space="preserve">. </w:t>
      </w:r>
      <w:r w:rsidRPr="00361E59">
        <w:t>Human alter</w:t>
      </w:r>
      <w:r w:rsidR="00CD72C8" w:rsidRPr="00361E59">
        <w:t>ations to the landscape ha</w:t>
      </w:r>
      <w:r w:rsidR="008D1CC0" w:rsidRPr="00361E59">
        <w:t>ve</w:t>
      </w:r>
      <w:r w:rsidR="00CD72C8" w:rsidRPr="00361E59">
        <w:t xml:space="preserve"> had adverse </w:t>
      </w:r>
      <w:r w:rsidR="00B63945" w:rsidRPr="00361E59">
        <w:t xml:space="preserve">effects on the </w:t>
      </w:r>
      <w:proofErr w:type="spellStart"/>
      <w:r w:rsidR="00B63945" w:rsidRPr="008D1CC0">
        <w:rPr>
          <w:rFonts w:cs="Times New Roman"/>
          <w:i/>
        </w:rPr>
        <w:t>Oncorhynchus</w:t>
      </w:r>
      <w:proofErr w:type="spellEnd"/>
      <w:r w:rsidR="00B63945" w:rsidRPr="008D1CC0">
        <w:rPr>
          <w:rFonts w:cs="Times New Roman"/>
          <w:i/>
        </w:rPr>
        <w:t xml:space="preserve"> </w:t>
      </w:r>
      <w:proofErr w:type="spellStart"/>
      <w:r w:rsidR="00B63945" w:rsidRPr="008D1CC0">
        <w:rPr>
          <w:rFonts w:cs="Times New Roman"/>
          <w:i/>
        </w:rPr>
        <w:t>mykiss</w:t>
      </w:r>
      <w:proofErr w:type="spellEnd"/>
      <w:r w:rsidR="00B63945" w:rsidRPr="008D1CC0">
        <w:t xml:space="preserve"> (steelhead) population that spawn</w:t>
      </w:r>
      <w:r w:rsidR="008D1CC0" w:rsidRPr="008D1CC0">
        <w:t>s</w:t>
      </w:r>
      <w:r w:rsidR="00B63945" w:rsidRPr="008D1CC0">
        <w:t xml:space="preserve"> and reside</w:t>
      </w:r>
      <w:r w:rsidR="008D1CC0" w:rsidRPr="008D1CC0">
        <w:t>s</w:t>
      </w:r>
      <w:r w:rsidR="00B63945" w:rsidRPr="008D1CC0">
        <w:t xml:space="preserve"> in the waters located </w:t>
      </w:r>
      <w:r w:rsidR="00AF5C36">
        <w:t>with</w:t>
      </w:r>
      <w:r w:rsidR="00B63945" w:rsidRPr="008D1CC0">
        <w:t xml:space="preserve">in </w:t>
      </w:r>
      <w:r w:rsidR="008D1CC0" w:rsidRPr="008D1CC0">
        <w:t>the watershed</w:t>
      </w:r>
      <w:r w:rsidR="00AF5C36">
        <w:t>’s</w:t>
      </w:r>
      <w:r w:rsidR="00B63945" w:rsidRPr="008D1CC0">
        <w:t xml:space="preserve"> </w:t>
      </w:r>
      <w:r w:rsidR="00C246CB" w:rsidRPr="008D1CC0">
        <w:t>boundaries</w:t>
      </w:r>
      <w:r w:rsidR="00B63945" w:rsidRPr="008D1CC0">
        <w:t xml:space="preserve">. To further complicate the management of the </w:t>
      </w:r>
      <w:r w:rsidR="00F4362B" w:rsidRPr="008D1CC0">
        <w:t>watershed and</w:t>
      </w:r>
      <w:r w:rsidR="008D1CC0">
        <w:t>,</w:t>
      </w:r>
      <w:r w:rsidR="00F4362B" w:rsidRPr="008D1CC0">
        <w:t xml:space="preserve"> in turn</w:t>
      </w:r>
      <w:r w:rsidR="008D1CC0">
        <w:t>,</w:t>
      </w:r>
      <w:r w:rsidR="00F4362B" w:rsidRPr="008D1CC0">
        <w:t xml:space="preserve"> the steelhead population,</w:t>
      </w:r>
      <w:r w:rsidR="00B63945" w:rsidRPr="008D1CC0">
        <w:t xml:space="preserve"> a </w:t>
      </w:r>
      <w:r w:rsidR="008D1CC0" w:rsidRPr="008D1CC0">
        <w:t xml:space="preserve">jurisdictional </w:t>
      </w:r>
      <w:r w:rsidR="00B63945" w:rsidRPr="008D1CC0">
        <w:t xml:space="preserve">patchwork </w:t>
      </w:r>
      <w:r w:rsidR="008D1CC0">
        <w:t xml:space="preserve">exists that is </w:t>
      </w:r>
      <w:r w:rsidR="005A4637" w:rsidRPr="008D1CC0">
        <w:t xml:space="preserve">comprised of local, tribal, state </w:t>
      </w:r>
      <w:r w:rsidR="00B63945" w:rsidRPr="008D1CC0">
        <w:t>and federal agencies</w:t>
      </w:r>
      <w:r w:rsidR="00F4362B" w:rsidRPr="008D1CC0">
        <w:t>.  Addressing the management of the species is a complex</w:t>
      </w:r>
      <w:r w:rsidR="00B066D7" w:rsidRPr="008D1CC0">
        <w:t xml:space="preserve"> mix of</w:t>
      </w:r>
      <w:r w:rsidR="00F4362B" w:rsidRPr="008D1CC0">
        <w:t xml:space="preserve"> historical, legal, and hydrologic problem</w:t>
      </w:r>
      <w:r w:rsidR="009A3DF6" w:rsidRPr="008D1CC0">
        <w:t>s</w:t>
      </w:r>
      <w:r w:rsidR="00F4362B" w:rsidRPr="008D1CC0">
        <w:t xml:space="preserve"> that </w:t>
      </w:r>
      <w:r w:rsidR="008D1CC0">
        <w:t>can</w:t>
      </w:r>
      <w:r w:rsidR="00F4362B" w:rsidRPr="008D1CC0">
        <w:t xml:space="preserve">not be easily answered by any single discipline. </w:t>
      </w:r>
      <w:r w:rsidR="0009536E" w:rsidRPr="008D1CC0">
        <w:t>Taking an interdisciplinary approach</w:t>
      </w:r>
      <w:r w:rsidR="0009536E" w:rsidRPr="008D1CC0">
        <w:rPr>
          <w:rFonts w:ascii="TimesNewRomanPSMT" w:hAnsi="TimesNewRomanPSMT" w:cs="TimesNewRomanPSMT"/>
          <w:color w:val="231F20"/>
          <w:sz w:val="20"/>
          <w:szCs w:val="20"/>
        </w:rPr>
        <w:t xml:space="preserve"> </w:t>
      </w:r>
      <w:r w:rsidR="0009536E" w:rsidRPr="008D1CC0">
        <w:rPr>
          <w:rFonts w:ascii="TimesNewRomanPSMT" w:hAnsi="TimesNewRomanPSMT" w:cs="TimesNewRomanPSMT"/>
          <w:color w:val="231F20"/>
          <w:szCs w:val="20"/>
        </w:rPr>
        <w:t>to the problem in the Lapwai Creek Watershed</w:t>
      </w:r>
      <w:r w:rsidR="008D1CC0">
        <w:rPr>
          <w:rFonts w:ascii="TimesNewRomanPSMT" w:hAnsi="TimesNewRomanPSMT" w:cs="TimesNewRomanPSMT"/>
          <w:color w:val="231F20"/>
          <w:szCs w:val="20"/>
        </w:rPr>
        <w:t>,</w:t>
      </w:r>
      <w:r w:rsidR="0009536E" w:rsidRPr="008D1CC0">
        <w:rPr>
          <w:rFonts w:ascii="TimesNewRomanPSMT" w:hAnsi="TimesNewRomanPSMT" w:cs="TimesNewRomanPSMT"/>
          <w:color w:val="231F20"/>
          <w:szCs w:val="20"/>
        </w:rPr>
        <w:t xml:space="preserve"> we were able to</w:t>
      </w:r>
      <w:r w:rsidR="0009536E">
        <w:rPr>
          <w:rFonts w:ascii="TimesNewRomanPSMT" w:hAnsi="TimesNewRomanPSMT" w:cs="TimesNewRomanPSMT"/>
          <w:color w:val="231F20"/>
          <w:szCs w:val="20"/>
        </w:rPr>
        <w:t xml:space="preserve"> 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 xml:space="preserve">s and integrate those insights </w:t>
      </w:r>
      <w:r w:rsidR="0009536E" w:rsidRPr="0009536E">
        <w:rPr>
          <w:rFonts w:ascii="TimesNewRomanPSMT" w:hAnsi="TimesNewRomanPSMT" w:cs="TimesNewRomanPSMT"/>
          <w:color w:val="231F20"/>
          <w:szCs w:val="20"/>
        </w:rPr>
        <w:t>into a more comprehensive understanding</w:t>
      </w:r>
      <w:r w:rsidR="00B066D7">
        <w:rPr>
          <w:rFonts w:ascii="TimesNewRomanPSMT" w:hAnsi="TimesNewRomanPSMT" w:cs="TimesNewRomanPSMT"/>
          <w:color w:val="231F20"/>
          <w:szCs w:val="20"/>
        </w:rPr>
        <w:t>.</w:t>
      </w:r>
      <w:r w:rsidR="00C246CB">
        <w:rPr>
          <w:rStyle w:val="FootnoteReference"/>
          <w:rFonts w:ascii="TimesNewRomanPSMT" w:hAnsi="TimesNewRomanPSMT" w:cs="TimesNewRomanPSMT"/>
          <w:color w:val="231F20"/>
          <w:szCs w:val="20"/>
        </w:rPr>
        <w:footnoteReference w:id="1"/>
      </w:r>
      <w:r w:rsidR="00B066D7">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This understanding</w:t>
      </w:r>
      <w:r w:rsidR="00C246CB">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helped us to develop a solution to</w:t>
      </w:r>
      <w:r w:rsidR="00B066D7">
        <w:rPr>
          <w:rFonts w:ascii="TimesNewRomanPSMT" w:hAnsi="TimesNewRomanPSMT" w:cs="TimesNewRomanPSMT"/>
          <w:color w:val="231F20"/>
          <w:szCs w:val="20"/>
        </w:rPr>
        <w:t xml:space="preserve"> the following</w:t>
      </w:r>
      <w:r w:rsidR="001900EA">
        <w:rPr>
          <w:rFonts w:ascii="TimesNewRomanPSMT" w:hAnsi="TimesNewRomanPSMT" w:cs="TimesNewRomanPSMT"/>
          <w:color w:val="231F20"/>
          <w:szCs w:val="20"/>
        </w:rPr>
        <w:t xml:space="preserve"> integrating</w:t>
      </w:r>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r w:rsidR="008D1CC0">
        <w:rPr>
          <w:rFonts w:ascii="TimesNewRomanPSMT" w:hAnsi="TimesNewRomanPSMT" w:cs="TimesNewRomanPSMT"/>
          <w:color w:val="231F20"/>
          <w:szCs w:val="20"/>
        </w:rPr>
        <w:t>?</w:t>
      </w:r>
      <w:r w:rsidR="00770DD4">
        <w:rPr>
          <w:rFonts w:ascii="TimesNewRomanPSMT" w:hAnsi="TimesNewRomanPSMT" w:cs="TimesNewRomanPSMT"/>
          <w:color w:val="231F20"/>
          <w:szCs w:val="20"/>
        </w:rPr>
        <w:t xml:space="preserve">  </w:t>
      </w:r>
    </w:p>
    <w:p w:rsidR="00B066D7" w:rsidRDefault="00B066D7" w:rsidP="0009536E">
      <w:pPr>
        <w:widowControl w:val="0"/>
        <w:autoSpaceDE w:val="0"/>
        <w:autoSpaceDN w:val="0"/>
        <w:adjustRightInd w:val="0"/>
        <w:spacing w:line="480" w:lineRule="auto"/>
        <w:rPr>
          <w:rFonts w:ascii="TimesNewRomanPSMT" w:hAnsi="TimesNewRomanPSMT" w:cs="TimesNewRomanPSMT"/>
          <w:color w:val="231F20"/>
          <w:szCs w:val="20"/>
          <w:vertAlign w:val="superscript"/>
        </w:rPr>
      </w:pPr>
      <w:r>
        <w:rPr>
          <w:rFonts w:ascii="TimesNewRomanPSMT" w:hAnsi="TimesNewRomanPSMT" w:cs="TimesNewRomanPSMT"/>
          <w:color w:val="231F20"/>
          <w:szCs w:val="20"/>
        </w:rPr>
        <w:tab/>
        <w:t>This report is broken into two sections</w:t>
      </w:r>
      <w:r w:rsidR="008D1CC0">
        <w:rPr>
          <w:rFonts w:ascii="TimesNewRomanPSMT" w:hAnsi="TimesNewRomanPSMT" w:cs="TimesNewRomanPSMT"/>
          <w:color w:val="231F20"/>
          <w:szCs w:val="20"/>
        </w:rPr>
        <w:t>:</w:t>
      </w:r>
      <w:r>
        <w:rPr>
          <w:rFonts w:ascii="TimesNewRomanPSMT" w:hAnsi="TimesNewRomanPSMT" w:cs="TimesNewRomanPSMT"/>
          <w:color w:val="231F20"/>
          <w:szCs w:val="20"/>
        </w:rPr>
        <w:t xml:space="preserve">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 </w:t>
      </w:r>
      <w:proofErr w:type="gramStart"/>
      <w:r>
        <w:rPr>
          <w:rFonts w:ascii="TimesNewRomanPSMT" w:hAnsi="TimesNewRomanPSMT" w:cs="TimesNewRomanPSMT"/>
          <w:color w:val="231F20"/>
          <w:szCs w:val="20"/>
        </w:rPr>
        <w:t>addresses</w:t>
      </w:r>
      <w:proofErr w:type="gramEnd"/>
      <w:r>
        <w:rPr>
          <w:rFonts w:ascii="TimesNewRomanPSMT" w:hAnsi="TimesNewRomanPSMT" w:cs="TimesNewRomanPSMT"/>
          <w:color w:val="231F20"/>
          <w:szCs w:val="20"/>
        </w:rPr>
        <w:t xml:space="preserve"> the methods we </w:t>
      </w:r>
      <w:r w:rsidR="00361E59">
        <w:rPr>
          <w:rFonts w:ascii="TimesNewRomanPSMT" w:hAnsi="TimesNewRomanPSMT" w:cs="TimesNewRomanPSMT"/>
          <w:color w:val="231F20"/>
          <w:szCs w:val="20"/>
        </w:rPr>
        <w:t>employed during the integration of</w:t>
      </w:r>
      <w:r>
        <w:rPr>
          <w:rFonts w:ascii="TimesNewRomanPSMT" w:hAnsi="TimesNewRomanPSMT" w:cs="TimesNewRomanPSMT"/>
          <w:color w:val="231F20"/>
          <w:szCs w:val="20"/>
        </w:rPr>
        <w:t xml:space="preserve"> </w:t>
      </w:r>
      <w:r w:rsidR="004D146B">
        <w:rPr>
          <w:rFonts w:ascii="TimesNewRomanPSMT" w:hAnsi="TimesNewRomanPSMT" w:cs="TimesNewRomanPSMT"/>
          <w:color w:val="231F20"/>
          <w:szCs w:val="20"/>
        </w:rPr>
        <w:t>process</w:t>
      </w:r>
      <w:r>
        <w:rPr>
          <w:rFonts w:ascii="TimesNewRomanPSMT" w:hAnsi="TimesNewRomanPSMT" w:cs="TimesNewRomanPSMT"/>
          <w:color w:val="231F20"/>
          <w:szCs w:val="20"/>
        </w:rPr>
        <w:t xml:space="preserve">.  In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II we lay out the </w:t>
      </w:r>
      <w:r w:rsidR="009950C3">
        <w:rPr>
          <w:rFonts w:ascii="TimesNewRomanPSMT" w:hAnsi="TimesNewRomanPSMT" w:cs="TimesNewRomanPSMT"/>
          <w:color w:val="231F20"/>
          <w:szCs w:val="20"/>
        </w:rPr>
        <w:t>problem, outline</w:t>
      </w:r>
      <w:r w:rsidR="00C246CB">
        <w:rPr>
          <w:rFonts w:ascii="TimesNewRomanPSMT" w:hAnsi="TimesNewRomanPSMT" w:cs="TimesNewRomanPSMT"/>
          <w:color w:val="231F20"/>
          <w:szCs w:val="20"/>
        </w:rPr>
        <w:t xml:space="preserve"> our interdisciplinary understanding </w:t>
      </w:r>
      <w:r w:rsidR="008D1CC0">
        <w:rPr>
          <w:rFonts w:ascii="TimesNewRomanPSMT" w:hAnsi="TimesNewRomanPSMT" w:cs="TimesNewRomanPSMT"/>
          <w:color w:val="231F20"/>
          <w:szCs w:val="20"/>
        </w:rPr>
        <w:t>and</w:t>
      </w:r>
      <w:r w:rsidR="00C246CB">
        <w:rPr>
          <w:rFonts w:ascii="TimesNewRomanPSMT" w:hAnsi="TimesNewRomanPSMT" w:cs="TimesNewRomanPSMT"/>
          <w:color w:val="231F20"/>
          <w:szCs w:val="20"/>
        </w:rPr>
        <w:t xml:space="preserve"> present our solution.  </w:t>
      </w:r>
    </w:p>
    <w:p w:rsidR="00053174" w:rsidRDefault="00053174" w:rsidP="00A310E7">
      <w:pPr>
        <w:rPr>
          <w:b/>
        </w:rPr>
      </w:pPr>
    </w:p>
    <w:p w:rsidR="007139EC" w:rsidRDefault="00D72524" w:rsidP="00A310E7">
      <w:pPr>
        <w:rPr>
          <w:b/>
        </w:rPr>
      </w:pPr>
      <w:r>
        <w:rPr>
          <w:b/>
        </w:rPr>
        <w:t xml:space="preserve">Section I: </w:t>
      </w:r>
      <w:r w:rsidR="007139EC">
        <w:rPr>
          <w:b/>
        </w:rPr>
        <w:t xml:space="preserve">Methods of </w:t>
      </w:r>
      <w:r w:rsidR="009950C3">
        <w:rPr>
          <w:b/>
        </w:rPr>
        <w:t>I</w:t>
      </w:r>
      <w:r w:rsidR="007139EC">
        <w:rPr>
          <w:b/>
        </w:rPr>
        <w:t>ntegration</w:t>
      </w:r>
    </w:p>
    <w:p w:rsidR="00D17432" w:rsidRDefault="00D17432" w:rsidP="00A310E7">
      <w:pPr>
        <w:rPr>
          <w:b/>
        </w:rPr>
      </w:pPr>
    </w:p>
    <w:p w:rsidR="00A310E7" w:rsidRPr="00D72524" w:rsidRDefault="00642F64" w:rsidP="00A310E7">
      <w:pPr>
        <w:rPr>
          <w:u w:val="single"/>
        </w:rPr>
      </w:pPr>
      <w:r>
        <w:rPr>
          <w:u w:val="single"/>
        </w:rPr>
        <w:t>The Field Trip</w:t>
      </w:r>
    </w:p>
    <w:p w:rsidR="00A310E7" w:rsidRDefault="00A310E7" w:rsidP="00A310E7"/>
    <w:p w:rsidR="00BB7F1D" w:rsidRDefault="00A310E7" w:rsidP="009950C3">
      <w:pPr>
        <w:spacing w:line="480" w:lineRule="auto"/>
        <w:ind w:firstLine="720"/>
      </w:pPr>
      <w:r w:rsidRPr="00A310E7">
        <w:t xml:space="preserve">This project was initiated by a class field trip to the Lapwai </w:t>
      </w:r>
      <w:r w:rsidR="00ED6A2C">
        <w:t xml:space="preserve">Creek </w:t>
      </w:r>
      <w:r w:rsidRPr="00A310E7">
        <w:t>Watershed on Oct</w:t>
      </w:r>
      <w:r w:rsidR="009950C3">
        <w:t>ober</w:t>
      </w:r>
      <w:r w:rsidRPr="00A310E7">
        <w:t xml:space="preserve"> 2</w:t>
      </w:r>
      <w:r w:rsidR="009950C3">
        <w:t>, 2011</w:t>
      </w:r>
      <w:r w:rsidRPr="00A310E7">
        <w:t xml:space="preserve">. </w:t>
      </w:r>
      <w:r w:rsidR="00471951">
        <w:t>The field trip</w:t>
      </w:r>
      <w:r w:rsidR="00BC24F1">
        <w:t xml:space="preserve"> introduced students to the watershed and to</w:t>
      </w:r>
      <w:r w:rsidR="00BB7F1D">
        <w:t xml:space="preserve"> some of the disciplines involved </w:t>
      </w:r>
      <w:r w:rsidR="009950C3">
        <w:t>in the problem.</w:t>
      </w:r>
      <w:r w:rsidR="00BB7F1D">
        <w:t xml:space="preserve"> This </w:t>
      </w:r>
      <w:r w:rsidR="00471951">
        <w:t>introduction</w:t>
      </w:r>
      <w:r w:rsidR="009950C3">
        <w:t xml:space="preserve"> to Lapwai Creek issues</w:t>
      </w:r>
      <w:r w:rsidR="00471951">
        <w:t xml:space="preserve"> </w:t>
      </w:r>
      <w:r w:rsidR="00BB7F1D">
        <w:t xml:space="preserve">represented the first step </w:t>
      </w:r>
      <w:r w:rsidR="00BB7F1D">
        <w:lastRenderedPageBreak/>
        <w:t>to</w:t>
      </w:r>
      <w:r w:rsidR="0028115B">
        <w:t>ward</w:t>
      </w:r>
      <w:r w:rsidR="00471951">
        <w:t>s</w:t>
      </w:r>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E15821" w:rsidRDefault="00A17128" w:rsidP="00EF2E12">
      <w:pPr>
        <w:spacing w:line="480" w:lineRule="auto"/>
        <w:ind w:firstLine="720"/>
      </w:pPr>
      <w:r>
        <w:t>The field trip was g</w:t>
      </w:r>
      <w:r w:rsidR="008001A9">
        <w:t xml:space="preserve">uided by </w:t>
      </w:r>
      <w:r w:rsidR="009950C3">
        <w:t xml:space="preserve">University of Idaho </w:t>
      </w:r>
      <w:r w:rsidR="00471951">
        <w:t>professors</w:t>
      </w:r>
      <w:r w:rsidR="00BF25E1">
        <w:t xml:space="preserve"> </w:t>
      </w:r>
      <w:r w:rsidR="008001A9" w:rsidRPr="00A310E7">
        <w:t xml:space="preserve">Dr. Brian Kennedy of </w:t>
      </w:r>
      <w:r w:rsidR="009950C3">
        <w:t xml:space="preserve">the </w:t>
      </w:r>
      <w:r w:rsidR="008001A9" w:rsidRPr="00A310E7">
        <w:t>C</w:t>
      </w:r>
      <w:r w:rsidR="009950C3">
        <w:t xml:space="preserve">ollege of </w:t>
      </w:r>
      <w:r w:rsidR="008001A9" w:rsidRPr="00A310E7">
        <w:t>N</w:t>
      </w:r>
      <w:r w:rsidR="009950C3">
        <w:t xml:space="preserve">atural </w:t>
      </w:r>
      <w:r w:rsidR="008001A9" w:rsidRPr="00A310E7">
        <w:t>R</w:t>
      </w:r>
      <w:r w:rsidR="009950C3">
        <w:t>esource</w:t>
      </w:r>
      <w:r w:rsidR="008001A9" w:rsidRPr="00A310E7">
        <w:t>’s department for Fish and Wildlife Resources</w:t>
      </w:r>
      <w:r w:rsidR="009950C3">
        <w:t>;</w:t>
      </w:r>
      <w:r w:rsidR="00471951">
        <w:t xml:space="preserve"> </w:t>
      </w:r>
      <w:r w:rsidR="008001A9" w:rsidRPr="00A310E7">
        <w:t>Dr. Jan Boll</w:t>
      </w:r>
      <w:r w:rsidR="004D146B">
        <w:t>,</w:t>
      </w:r>
      <w:r w:rsidR="00471951">
        <w:t xml:space="preserve"> </w:t>
      </w:r>
      <w:r w:rsidR="009950C3">
        <w:t xml:space="preserve">director of </w:t>
      </w:r>
      <w:r>
        <w:t xml:space="preserve">the </w:t>
      </w:r>
      <w:r w:rsidR="009950C3">
        <w:t>Water</w:t>
      </w:r>
      <w:r>
        <w:t xml:space="preserve">s </w:t>
      </w:r>
      <w:r w:rsidR="00471951">
        <w:t xml:space="preserve">of </w:t>
      </w:r>
      <w:r w:rsidR="00BF25E1">
        <w:t xml:space="preserve">the </w:t>
      </w:r>
      <w:r>
        <w:t>West program;</w:t>
      </w:r>
      <w:r w:rsidR="008001A9" w:rsidRPr="00A310E7">
        <w:t xml:space="preserve"> and Barbara </w:t>
      </w:r>
      <w:proofErr w:type="spellStart"/>
      <w:r w:rsidR="008001A9" w:rsidRPr="00A310E7">
        <w:t>Cosens</w:t>
      </w:r>
      <w:proofErr w:type="spellEnd"/>
      <w:r w:rsidR="00FC7ACD">
        <w:t>,</w:t>
      </w:r>
      <w:r w:rsidR="008001A9">
        <w:t xml:space="preserve"> </w:t>
      </w:r>
      <w:r w:rsidR="00471951">
        <w:t>College of Law</w:t>
      </w:r>
      <w:r>
        <w:t>.</w:t>
      </w:r>
      <w:r w:rsidR="008001A9">
        <w:t xml:space="preserve"> Because </w:t>
      </w:r>
      <w:r w:rsidR="00471951">
        <w:t>people from multiple discipl</w:t>
      </w:r>
      <w:r w:rsidR="00350E8A">
        <w:t>in</w:t>
      </w:r>
      <w:r w:rsidR="00471951">
        <w:t xml:space="preserve">es led and attended the trip, </w:t>
      </w:r>
      <w:r w:rsidR="008001A9">
        <w:t xml:space="preserve">it provided an opportunity to ask questions of experts in unfamiliar fields. </w:t>
      </w:r>
      <w:r w:rsidR="00471951">
        <w:t xml:space="preserve">The field trip included </w:t>
      </w:r>
      <w:r w:rsidR="00350E8A">
        <w:t>vi</w:t>
      </w:r>
      <w:r w:rsidR="00471951">
        <w:t xml:space="preserve">sits to </w:t>
      </w:r>
      <w:r w:rsidR="00350E8A">
        <w:t>various</w:t>
      </w:r>
      <w:r w:rsidR="00471951">
        <w:t xml:space="preserve"> </w:t>
      </w:r>
      <w:r w:rsidR="00350E8A">
        <w:t>locations</w:t>
      </w:r>
      <w:r w:rsidR="00471951">
        <w:t xml:space="preserve"> within the Lapwai Creek Watershed</w:t>
      </w:r>
      <w:r w:rsidR="00350E8A">
        <w:t>—</w:t>
      </w:r>
      <w:r w:rsidR="00471951">
        <w:t xml:space="preserve">areas of historical importance, fisheries data collection sites, and the Bureau of Reclamation/Lewiston Orchards Irrigation District diversion </w:t>
      </w:r>
      <w:r w:rsidR="00350E8A">
        <w:t>on Sweetwater Creek</w:t>
      </w:r>
      <w:r w:rsidR="00471951">
        <w:t xml:space="preserve">. Throughout </w:t>
      </w:r>
      <w:r w:rsidR="00350E8A">
        <w:t>the field trip</w:t>
      </w:r>
      <w:r w:rsidR="004F1F03">
        <w:t>,</w:t>
      </w:r>
      <w:r w:rsidR="00471951">
        <w:t xml:space="preserve"> Dr. Kennedy and other participants provided </w:t>
      </w:r>
      <w:r w:rsidR="00350E8A">
        <w:t xml:space="preserve">us with </w:t>
      </w:r>
      <w:r w:rsidR="00471951">
        <w:t>useful information for understanding the intricacies of the watershed and its conflicts. W</w:t>
      </w:r>
      <w:r w:rsidR="00350E8A">
        <w:t>hile we</w:t>
      </w:r>
      <w:r w:rsidR="00471951">
        <w:t xml:space="preserve"> learned about</w:t>
      </w:r>
      <w:r w:rsidR="00BF25E1">
        <w:t xml:space="preserve"> </w:t>
      </w:r>
      <w:r w:rsidR="00471951">
        <w:t>historical background</w:t>
      </w:r>
      <w:proofErr w:type="gramStart"/>
      <w:r w:rsidR="00471951">
        <w:t xml:space="preserve">,  </w:t>
      </w:r>
      <w:r w:rsidR="00E078C4">
        <w:t>biological</w:t>
      </w:r>
      <w:proofErr w:type="gramEnd"/>
      <w:r w:rsidR="00E078C4">
        <w:t xml:space="preserve"> surveys</w:t>
      </w:r>
      <w:r w:rsidR="00350E8A">
        <w:t xml:space="preserve"> and</w:t>
      </w:r>
      <w:r w:rsidR="00BF25E1">
        <w:t xml:space="preserve"> hydrologic </w:t>
      </w:r>
      <w:r w:rsidR="00E078C4">
        <w:t>and legal issues</w:t>
      </w:r>
      <w:r w:rsidR="00350E8A">
        <w:t xml:space="preserve">, we were also </w:t>
      </w:r>
      <w:r w:rsidR="004F1F03">
        <w:t>given an up-close view at how human development has impacted steelhead habitat within the basin.</w:t>
      </w:r>
      <w:r w:rsidR="00350E8A">
        <w:t xml:space="preserve"> </w:t>
      </w:r>
    </w:p>
    <w:p w:rsidR="00A310E7" w:rsidRPr="00D72524" w:rsidRDefault="00642F64" w:rsidP="00BB7F1D">
      <w:pPr>
        <w:spacing w:line="480" w:lineRule="auto"/>
        <w:rPr>
          <w:rFonts w:cs="Tahoma"/>
          <w:color w:val="1F1F1F"/>
          <w:szCs w:val="26"/>
          <w:u w:val="single"/>
        </w:rPr>
      </w:pPr>
      <w:r>
        <w:rPr>
          <w:rFonts w:cs="Tahoma"/>
          <w:color w:val="1F1F1F"/>
          <w:szCs w:val="26"/>
          <w:u w:val="single"/>
        </w:rPr>
        <w:t>Week 1</w:t>
      </w:r>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 meeting after</w:t>
      </w:r>
      <w:r w:rsidR="00A310E7" w:rsidRPr="00A310E7">
        <w:rPr>
          <w:rFonts w:cs="Tahoma"/>
          <w:color w:val="1F1F1F"/>
          <w:szCs w:val="26"/>
        </w:rPr>
        <w:t xml:space="preserve"> Audrey</w:t>
      </w:r>
      <w:r w:rsidR="00471951">
        <w:rPr>
          <w:rFonts w:cs="Tahoma"/>
          <w:color w:val="1F1F1F"/>
          <w:szCs w:val="26"/>
        </w:rPr>
        <w:t xml:space="preserve"> emailed the group using </w:t>
      </w:r>
      <w:r w:rsidR="004F1F03">
        <w:rPr>
          <w:rFonts w:cs="Tahoma"/>
          <w:color w:val="1F1F1F"/>
          <w:szCs w:val="26"/>
        </w:rPr>
        <w:t>D</w:t>
      </w:r>
      <w:r w:rsidR="00471951">
        <w:rPr>
          <w:rFonts w:cs="Tahoma"/>
          <w:color w:val="1F1F1F"/>
          <w:szCs w:val="26"/>
        </w:rPr>
        <w:t>oodle, an online polling program, and asked</w:t>
      </w:r>
      <w:r w:rsidR="00A310E7" w:rsidRPr="00A310E7">
        <w:rPr>
          <w:rFonts w:cs="Tahoma"/>
          <w:color w:val="1F1F1F"/>
          <w:szCs w:val="26"/>
        </w:rPr>
        <w:t xml:space="preserve"> </w:t>
      </w:r>
      <w:r w:rsidR="00642F64">
        <w:rPr>
          <w:rFonts w:cs="Tahoma"/>
          <w:color w:val="1F1F1F"/>
          <w:szCs w:val="26"/>
        </w:rPr>
        <w:t>members</w:t>
      </w:r>
      <w:r w:rsidR="00A310E7" w:rsidRPr="00A310E7">
        <w:rPr>
          <w:rFonts w:cs="Tahoma"/>
          <w:color w:val="1F1F1F"/>
          <w:szCs w:val="26"/>
        </w:rPr>
        <w:t xml:space="preserve"> to select acceptable</w:t>
      </w:r>
      <w:r w:rsidR="00471951">
        <w:rPr>
          <w:rFonts w:cs="Tahoma"/>
          <w:color w:val="1F1F1F"/>
          <w:szCs w:val="26"/>
        </w:rPr>
        <w:t xml:space="preserve"> meeting</w:t>
      </w:r>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r w:rsidR="00642F64">
        <w:rPr>
          <w:rFonts w:cs="Tahoma"/>
          <w:color w:val="1F1F1F"/>
          <w:szCs w:val="26"/>
        </w:rPr>
        <w:t xml:space="preserve">logistical </w:t>
      </w:r>
      <w:r>
        <w:rPr>
          <w:rFonts w:cs="Tahoma"/>
          <w:color w:val="1F1F1F"/>
          <w:szCs w:val="26"/>
        </w:rPr>
        <w:t xml:space="preserve">issues inherent </w:t>
      </w:r>
      <w:r w:rsidR="00AA73F6">
        <w:rPr>
          <w:rFonts w:cs="Tahoma"/>
          <w:color w:val="1F1F1F"/>
          <w:szCs w:val="26"/>
        </w:rPr>
        <w:t xml:space="preserve">in </w:t>
      </w:r>
      <w:r>
        <w:rPr>
          <w:rFonts w:cs="Tahoma"/>
          <w:color w:val="1F1F1F"/>
          <w:szCs w:val="26"/>
        </w:rPr>
        <w:t xml:space="preserve">organizing </w:t>
      </w:r>
      <w:r w:rsidR="00AA73F6">
        <w:rPr>
          <w:rFonts w:cs="Tahoma"/>
          <w:color w:val="1F1F1F"/>
          <w:szCs w:val="26"/>
        </w:rPr>
        <w:t xml:space="preserve">schedules of multiple </w:t>
      </w:r>
      <w:r>
        <w:rPr>
          <w:rFonts w:cs="Tahoma"/>
          <w:color w:val="1F1F1F"/>
          <w:szCs w:val="26"/>
        </w:rPr>
        <w:t>people</w:t>
      </w:r>
      <w:r w:rsidR="00AA73F6">
        <w:rPr>
          <w:rFonts w:cs="Tahoma"/>
          <w:color w:val="1F1F1F"/>
          <w:szCs w:val="26"/>
        </w:rPr>
        <w:t xml:space="preserve"> who</w:t>
      </w:r>
      <w:r>
        <w:rPr>
          <w:rFonts w:cs="Tahoma"/>
          <w:color w:val="1F1F1F"/>
          <w:szCs w:val="26"/>
        </w:rPr>
        <w:t xml:space="preserve"> work in different </w:t>
      </w:r>
      <w:proofErr w:type="gramStart"/>
      <w:r>
        <w:rPr>
          <w:rFonts w:cs="Tahoma"/>
          <w:color w:val="1F1F1F"/>
          <w:szCs w:val="26"/>
        </w:rPr>
        <w:t>buildings</w:t>
      </w:r>
      <w:r w:rsidR="00642F64">
        <w:rPr>
          <w:rFonts w:cs="Tahoma"/>
          <w:color w:val="1F1F1F"/>
          <w:szCs w:val="26"/>
        </w:rPr>
        <w:t xml:space="preserve"> </w:t>
      </w:r>
      <w:r w:rsidR="00471951">
        <w:rPr>
          <w:rFonts w:cs="Tahoma"/>
          <w:color w:val="1F1F1F"/>
          <w:szCs w:val="26"/>
        </w:rPr>
        <w:t>.</w:t>
      </w:r>
      <w:proofErr w:type="gramEnd"/>
      <w:r w:rsidR="00471951">
        <w:rPr>
          <w:rFonts w:cs="Tahoma"/>
          <w:color w:val="1F1F1F"/>
          <w:szCs w:val="26"/>
        </w:rPr>
        <w:t xml:space="preserve"> </w:t>
      </w:r>
      <w:r w:rsidR="00642F64">
        <w:rPr>
          <w:rFonts w:cs="Tahoma"/>
          <w:color w:val="1F1F1F"/>
          <w:szCs w:val="26"/>
        </w:rPr>
        <w:t xml:space="preserve">By allowing the group to reach a consensus on meeting times, she provided an efficient and convenient means of communicating. </w:t>
      </w:r>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 xml:space="preserve">email, Audrey reminded the group of the purpose for meeting. She wrote, “[a]s a reminder, in this meeting we are planning to talk about our backgrounds and how we see them fitting into this project; what disciplines could be involved in the problem and then which ones </w:t>
      </w:r>
      <w:r w:rsidR="00A310E7" w:rsidRPr="00A310E7">
        <w:rPr>
          <w:rFonts w:cs="Tahoma"/>
          <w:color w:val="1F1F1F"/>
          <w:szCs w:val="26"/>
        </w:rPr>
        <w:lastRenderedPageBreak/>
        <w:t>we will use in our analysis; and if we want/have time we could address things like a conceptual map, an integrating question, ground rules, etc.”</w:t>
      </w:r>
    </w:p>
    <w:p w:rsidR="00BF25E1" w:rsidRDefault="00D17CBB" w:rsidP="00AA73F6">
      <w:pPr>
        <w:spacing w:line="480" w:lineRule="auto"/>
        <w:ind w:firstLine="720"/>
        <w:rPr>
          <w:rFonts w:cs="Tahoma"/>
          <w:color w:val="1F1F1F"/>
          <w:szCs w:val="26"/>
        </w:rPr>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w:t>
      </w:r>
      <w:r w:rsidR="004F1F03">
        <w:rPr>
          <w:rFonts w:cs="Tahoma"/>
          <w:color w:val="1F1F1F"/>
          <w:szCs w:val="26"/>
        </w:rPr>
        <w:t xml:space="preserve">we hoped </w:t>
      </w:r>
      <w:r w:rsidR="00A310E7" w:rsidRPr="00A310E7">
        <w:rPr>
          <w:rFonts w:cs="Tahoma"/>
          <w:color w:val="1F1F1F"/>
          <w:szCs w:val="26"/>
        </w:rPr>
        <w:t xml:space="preserve">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system of filing shared documents. Based on our previous experiences with various programs we decided to use </w:t>
      </w:r>
      <w:proofErr w:type="spellStart"/>
      <w:r w:rsidR="00A310E7" w:rsidRPr="00A310E7">
        <w:rPr>
          <w:rFonts w:cs="Tahoma"/>
          <w:color w:val="1F1F1F"/>
          <w:szCs w:val="26"/>
        </w:rPr>
        <w:t>Wiki</w:t>
      </w:r>
      <w:r w:rsidR="00943724">
        <w:rPr>
          <w:rFonts w:cs="Tahoma"/>
          <w:color w:val="1F1F1F"/>
          <w:szCs w:val="26"/>
        </w:rPr>
        <w:t>spaces</w:t>
      </w:r>
      <w:proofErr w:type="spellEnd"/>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r w:rsidR="00412978">
        <w:rPr>
          <w:rFonts w:cs="Tahoma"/>
          <w:color w:val="1F1F1F"/>
          <w:szCs w:val="26"/>
        </w:rPr>
        <w:t xml:space="preserve">evolved from multi-disciplinary to </w:t>
      </w:r>
      <w:r w:rsidR="00A310E7" w:rsidRPr="00A310E7">
        <w:rPr>
          <w:rFonts w:cs="Tahoma"/>
          <w:color w:val="1F1F1F"/>
          <w:szCs w:val="26"/>
        </w:rPr>
        <w:t xml:space="preserve">interdisciplinary. </w:t>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433F">
        <w:rPr>
          <w:rFonts w:cs="Tahoma"/>
          <w:color w:val="1F1F1F"/>
          <w:szCs w:val="26"/>
        </w:rPr>
        <w:t>presented</w:t>
      </w:r>
      <w:r w:rsidRPr="00A310E7">
        <w:rPr>
          <w:rFonts w:cs="Tahoma"/>
          <w:color w:val="1F1F1F"/>
          <w:szCs w:val="26"/>
        </w:rPr>
        <w:t xml:space="preserve"> our individual backgrounds, interests, and research. </w:t>
      </w:r>
      <w:r w:rsidR="0051208A">
        <w:rPr>
          <w:rFonts w:cs="Tahoma"/>
          <w:color w:val="1F1F1F"/>
          <w:szCs w:val="26"/>
        </w:rPr>
        <w:t>The exercise helped us find common ground, an important step toward integration.</w:t>
      </w:r>
      <w:r w:rsidR="0051208A">
        <w:rPr>
          <w:rStyle w:val="FootnoteReference"/>
          <w:rFonts w:cs="Tahoma"/>
          <w:color w:val="1F1F1F"/>
          <w:szCs w:val="26"/>
        </w:rPr>
        <w:footnoteReference w:id="3"/>
      </w:r>
      <w:r w:rsidR="0051208A">
        <w:rPr>
          <w:rFonts w:cs="Tahoma"/>
          <w:color w:val="1F1F1F"/>
          <w:szCs w:val="26"/>
        </w:rPr>
        <w:t xml:space="preserve"> Normally, the integration process begins by the group agreeing on a problem.</w:t>
      </w:r>
      <w:r w:rsidR="003A5274">
        <w:rPr>
          <w:rStyle w:val="FootnoteReference"/>
          <w:rFonts w:cs="Tahoma"/>
          <w:color w:val="1F1F1F"/>
          <w:szCs w:val="26"/>
        </w:rPr>
        <w:footnoteReference w:id="4"/>
      </w:r>
      <w:r w:rsidR="003A5274">
        <w:rPr>
          <w:rFonts w:cs="Tahoma"/>
          <w:color w:val="1F1F1F"/>
          <w:szCs w:val="26"/>
        </w:rPr>
        <w:t xml:space="preserve"> Here, the problem was already presented to us, in the form of the Lapwai </w:t>
      </w:r>
      <w:r w:rsidR="00412978">
        <w:rPr>
          <w:rFonts w:cs="Tahoma"/>
          <w:color w:val="1F1F1F"/>
          <w:szCs w:val="26"/>
        </w:rPr>
        <w:t xml:space="preserve">Creek Watershed </w:t>
      </w:r>
      <w:r w:rsidR="003A5274">
        <w:rPr>
          <w:rFonts w:cs="Tahoma"/>
          <w:color w:val="1F1F1F"/>
          <w:szCs w:val="26"/>
        </w:rPr>
        <w:t xml:space="preserve">assignment. </w:t>
      </w:r>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in cultural and sociological history, hydrology, fisheries, and jurisdictional issues. </w:t>
      </w:r>
    </w:p>
    <w:p w:rsidR="00A310E7" w:rsidRPr="00A310E7" w:rsidRDefault="00642F64" w:rsidP="00EF2E12">
      <w:pPr>
        <w:spacing w:line="480" w:lineRule="auto"/>
        <w:ind w:firstLine="720"/>
        <w:rPr>
          <w:rFonts w:cs="Tahoma"/>
          <w:color w:val="1F1F1F"/>
          <w:szCs w:val="26"/>
        </w:rPr>
      </w:pPr>
      <w:r>
        <w:rPr>
          <w:rFonts w:cs="Tahoma"/>
          <w:color w:val="1F1F1F"/>
          <w:szCs w:val="26"/>
        </w:rPr>
        <w:t xml:space="preserve">After considering the group’s </w:t>
      </w:r>
      <w:r w:rsidR="00A310E7" w:rsidRPr="00A310E7">
        <w:rPr>
          <w:rFonts w:cs="Tahoma"/>
          <w:color w:val="1F1F1F"/>
          <w:szCs w:val="26"/>
        </w:rPr>
        <w:t xml:space="preserve">disciplinary make-up, we </w:t>
      </w:r>
      <w:r w:rsidR="00A72A68">
        <w:rPr>
          <w:rFonts w:cs="Tahoma"/>
          <w:color w:val="1F1F1F"/>
          <w:szCs w:val="26"/>
        </w:rPr>
        <w:t>decided to identify disciplines potentiall</w:t>
      </w:r>
      <w:r w:rsidR="00D45BA8">
        <w:rPr>
          <w:rFonts w:cs="Tahoma"/>
          <w:color w:val="1F1F1F"/>
          <w:szCs w:val="26"/>
        </w:rPr>
        <w:t>y</w:t>
      </w:r>
      <w:r w:rsidR="00A72A68">
        <w:rPr>
          <w:rFonts w:cs="Tahoma"/>
          <w:color w:val="1F1F1F"/>
          <w:szCs w:val="26"/>
        </w:rPr>
        <w:t xml:space="preserve"> relevant to </w:t>
      </w:r>
      <w:r w:rsidR="00D45BA8">
        <w:rPr>
          <w:rFonts w:cs="Tahoma"/>
          <w:color w:val="1F1F1F"/>
          <w:szCs w:val="26"/>
        </w:rPr>
        <w:t xml:space="preserve">the Lapwai Creek </w:t>
      </w:r>
      <w:r w:rsidR="00412978">
        <w:rPr>
          <w:rFonts w:cs="Tahoma"/>
          <w:color w:val="1F1F1F"/>
          <w:szCs w:val="26"/>
        </w:rPr>
        <w:t>W</w:t>
      </w:r>
      <w:r w:rsidR="00D45BA8">
        <w:rPr>
          <w:rFonts w:cs="Tahoma"/>
          <w:color w:val="1F1F1F"/>
          <w:szCs w:val="26"/>
        </w:rPr>
        <w:t xml:space="preserve">atershed problem. Before conducting significant </w:t>
      </w:r>
      <w:r w:rsidR="00D45BA8">
        <w:rPr>
          <w:rFonts w:cs="Tahoma"/>
          <w:color w:val="1F1F1F"/>
          <w:szCs w:val="26"/>
        </w:rPr>
        <w:lastRenderedPageBreak/>
        <w:t>research it is important to “decide which disciplines contribute substantially to the problem” to be studied.</w:t>
      </w:r>
      <w:r w:rsidR="00D45BA8">
        <w:rPr>
          <w:rStyle w:val="FootnoteReference"/>
          <w:rFonts w:cs="Tahoma"/>
          <w:color w:val="1F1F1F"/>
          <w:szCs w:val="26"/>
        </w:rPr>
        <w:footnoteReference w:id="5"/>
      </w:r>
      <w:r w:rsidR="00D45BA8">
        <w:rPr>
          <w:rFonts w:cs="Tahoma"/>
          <w:color w:val="1F1F1F"/>
          <w:szCs w:val="26"/>
        </w:rPr>
        <w:t xml:space="preserve"> This early decision allows interdisciplinary research to avoid “</w:t>
      </w:r>
      <w:proofErr w:type="spellStart"/>
      <w:r w:rsidR="00D45BA8">
        <w:rPr>
          <w:rFonts w:cs="Tahoma"/>
          <w:color w:val="1F1F1F"/>
          <w:szCs w:val="26"/>
        </w:rPr>
        <w:t>undu</w:t>
      </w:r>
      <w:proofErr w:type="spellEnd"/>
      <w:r w:rsidR="00D45BA8">
        <w:rPr>
          <w:rFonts w:cs="Tahoma"/>
          <w:color w:val="1F1F1F"/>
          <w:szCs w:val="26"/>
        </w:rPr>
        <w:t xml:space="preserve">[e] </w:t>
      </w:r>
      <w:proofErr w:type="spellStart"/>
      <w:r w:rsidR="00D45BA8">
        <w:rPr>
          <w:rFonts w:cs="Tahoma"/>
          <w:color w:val="1F1F1F"/>
          <w:szCs w:val="26"/>
        </w:rPr>
        <w:t>influenc</w:t>
      </w:r>
      <w:proofErr w:type="spellEnd"/>
      <w:r w:rsidR="00D45BA8">
        <w:rPr>
          <w:rFonts w:cs="Tahoma"/>
          <w:color w:val="1F1F1F"/>
          <w:szCs w:val="26"/>
        </w:rPr>
        <w:t>[e]” from “what disciplinary experts have already said about the problem.”</w:t>
      </w:r>
      <w:r w:rsidR="00D45BA8">
        <w:rPr>
          <w:rStyle w:val="FootnoteReference"/>
          <w:rFonts w:cs="Tahoma"/>
          <w:color w:val="1F1F1F"/>
          <w:szCs w:val="26"/>
        </w:rPr>
        <w:footnoteReference w:id="6"/>
      </w:r>
      <w:r w:rsidR="00D45BA8">
        <w:rPr>
          <w:rFonts w:cs="Tahoma"/>
          <w:color w:val="1F1F1F"/>
          <w:szCs w:val="26"/>
        </w:rPr>
        <w:t xml:space="preserve"> We </w:t>
      </w:r>
      <w:r w:rsidR="00A310E7" w:rsidRPr="00A310E7">
        <w:rPr>
          <w:rFonts w:cs="Tahoma"/>
          <w:color w:val="1F1F1F"/>
          <w:szCs w:val="26"/>
        </w:rPr>
        <w:t>brainstormed disciplines applicable to the</w:t>
      </w:r>
      <w:r w:rsidR="00D17432">
        <w:rPr>
          <w:rFonts w:cs="Tahoma"/>
          <w:color w:val="1F1F1F"/>
          <w:szCs w:val="26"/>
        </w:rPr>
        <w:t xml:space="preserve"> </w:t>
      </w:r>
      <w:r w:rsidR="00A310E7" w:rsidRPr="00A310E7">
        <w:rPr>
          <w:rFonts w:cs="Tahoma"/>
          <w:color w:val="1F1F1F"/>
          <w:szCs w:val="26"/>
        </w:rPr>
        <w:t xml:space="preserve">Lapwai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00A310E7" w:rsidRPr="00A310E7">
        <w:rPr>
          <w:rFonts w:cs="Tahoma"/>
          <w:color w:val="1F1F1F"/>
          <w:szCs w:val="26"/>
        </w:rPr>
        <w:t xml:space="preserve"> and then each person identified </w:t>
      </w:r>
      <w:r>
        <w:rPr>
          <w:rFonts w:cs="Tahoma"/>
          <w:color w:val="1F1F1F"/>
          <w:szCs w:val="26"/>
        </w:rPr>
        <w:t>the</w:t>
      </w:r>
      <w:r w:rsidRPr="00A310E7">
        <w:rPr>
          <w:rFonts w:cs="Tahoma"/>
          <w:color w:val="1F1F1F"/>
          <w:szCs w:val="26"/>
        </w:rPr>
        <w:t xml:space="preserve"> </w:t>
      </w:r>
      <w:r w:rsidR="00A310E7" w:rsidRPr="00A310E7">
        <w:rPr>
          <w:rFonts w:cs="Tahoma"/>
          <w:color w:val="1F1F1F"/>
          <w:szCs w:val="26"/>
        </w:rPr>
        <w:t xml:space="preserve">discipline </w:t>
      </w:r>
      <w:r w:rsidR="00412978">
        <w:rPr>
          <w:rFonts w:cs="Tahoma"/>
          <w:color w:val="1F1F1F"/>
          <w:szCs w:val="26"/>
        </w:rPr>
        <w:t xml:space="preserve">on which </w:t>
      </w:r>
      <w:r w:rsidR="00A310E7" w:rsidRPr="00A310E7">
        <w:rPr>
          <w:rFonts w:cs="Tahoma"/>
          <w:color w:val="1F1F1F"/>
          <w:szCs w:val="26"/>
        </w:rPr>
        <w:t>he or she had interest in working</w:t>
      </w:r>
      <w:r w:rsidR="0051208A">
        <w:rPr>
          <w:rFonts w:cs="Tahoma"/>
          <w:color w:val="1F1F1F"/>
          <w:szCs w:val="26"/>
        </w:rPr>
        <w:t xml:space="preserve">. </w:t>
      </w:r>
      <w:r w:rsidR="00A310E7" w:rsidRPr="00A310E7">
        <w:rPr>
          <w:rFonts w:cs="Tahoma"/>
          <w:color w:val="1F1F1F"/>
          <w:szCs w:val="26"/>
        </w:rPr>
        <w:t xml:space="preserve">Ultimately, we determined that Chris </w:t>
      </w:r>
      <w:r w:rsidR="00943724">
        <w:rPr>
          <w:rFonts w:cs="Tahoma"/>
          <w:color w:val="1F1F1F"/>
          <w:szCs w:val="26"/>
        </w:rPr>
        <w:t>would focus</w:t>
      </w:r>
      <w:r w:rsidR="00A310E7" w:rsidRPr="00A310E7">
        <w:rPr>
          <w:rFonts w:cs="Tahoma"/>
          <w:color w:val="1F1F1F"/>
          <w:szCs w:val="26"/>
        </w:rPr>
        <w:t xml:space="preserve"> on the project from a historical perspective, Jim </w:t>
      </w:r>
      <w:r w:rsidR="00943724">
        <w:rPr>
          <w:rFonts w:cs="Tahoma"/>
          <w:color w:val="1F1F1F"/>
          <w:szCs w:val="26"/>
        </w:rPr>
        <w:t xml:space="preserve">on </w:t>
      </w:r>
      <w:r w:rsidR="00A310E7" w:rsidRPr="00A310E7">
        <w:rPr>
          <w:rFonts w:cs="Tahoma"/>
          <w:color w:val="1F1F1F"/>
          <w:szCs w:val="26"/>
        </w:rPr>
        <w:t xml:space="preserve">Native American law, Allison </w:t>
      </w:r>
      <w:r w:rsidR="00943724">
        <w:rPr>
          <w:rFonts w:cs="Tahoma"/>
          <w:color w:val="1F1F1F"/>
          <w:szCs w:val="26"/>
        </w:rPr>
        <w:t>on</w:t>
      </w:r>
      <w:r w:rsidR="00A310E7" w:rsidRPr="00A310E7">
        <w:rPr>
          <w:rFonts w:cs="Tahoma"/>
          <w:color w:val="1F1F1F"/>
          <w:szCs w:val="26"/>
        </w:rPr>
        <w:t xml:space="preserve"> jurisdictional and land use planning, Ryan </w:t>
      </w:r>
      <w:r w:rsidR="00943724">
        <w:rPr>
          <w:rFonts w:cs="Tahoma"/>
          <w:color w:val="1F1F1F"/>
          <w:szCs w:val="26"/>
        </w:rPr>
        <w:t xml:space="preserve">on </w:t>
      </w:r>
      <w:r w:rsidR="00A310E7" w:rsidRPr="00A310E7">
        <w:rPr>
          <w:rFonts w:cs="Tahoma"/>
          <w:color w:val="1F1F1F"/>
          <w:szCs w:val="26"/>
        </w:rPr>
        <w:t xml:space="preserve">hydrology, and Audrey </w:t>
      </w:r>
      <w:r w:rsidR="00943724">
        <w:rPr>
          <w:rFonts w:cs="Tahoma"/>
          <w:color w:val="1F1F1F"/>
          <w:szCs w:val="26"/>
        </w:rPr>
        <w:t>on</w:t>
      </w:r>
      <w:r w:rsidR="00A310E7"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r w:rsidR="003A5274">
        <w:rPr>
          <w:rFonts w:cs="Tahoma"/>
          <w:color w:val="1F1F1F"/>
          <w:szCs w:val="26"/>
        </w:rPr>
        <w:t xml:space="preserve"> By narrowing the scope, we worked toward developing a unified and comprehensive plan.</w:t>
      </w:r>
      <w:r w:rsidR="003A5274">
        <w:rPr>
          <w:rStyle w:val="FootnoteReference"/>
          <w:rFonts w:cs="Tahoma"/>
          <w:color w:val="1F1F1F"/>
          <w:szCs w:val="26"/>
        </w:rPr>
        <w:footnoteReference w:id="7"/>
      </w:r>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r w:rsidR="003A5274">
        <w:rPr>
          <w:rFonts w:cs="Tahoma"/>
          <w:color w:val="1F1F1F"/>
          <w:szCs w:val="26"/>
        </w:rPr>
        <w:t>issue’s scope</w:t>
      </w:r>
      <w:r w:rsidRPr="00A310E7">
        <w:rPr>
          <w:rFonts w:cs="Tahoma"/>
          <w:color w:val="1F1F1F"/>
          <w:szCs w:val="26"/>
        </w:rPr>
        <w:t>.</w:t>
      </w:r>
      <w:r w:rsidR="003A5274">
        <w:rPr>
          <w:rStyle w:val="FootnoteReference"/>
          <w:rFonts w:cs="Tahoma"/>
          <w:color w:val="1F1F1F"/>
          <w:szCs w:val="26"/>
        </w:rPr>
        <w:footnoteReference w:id="8"/>
      </w:r>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 xml:space="preserve">previously used integrating questions after deciding which disciplines to use, while others </w:t>
      </w:r>
      <w:r w:rsidR="00AA73F6">
        <w:rPr>
          <w:rFonts w:cs="Tahoma"/>
          <w:color w:val="1F1F1F"/>
          <w:szCs w:val="26"/>
        </w:rPr>
        <w:t xml:space="preserve">had </w:t>
      </w:r>
      <w:r w:rsidRPr="00A310E7">
        <w:rPr>
          <w:rFonts w:cs="Tahoma"/>
          <w:color w:val="1F1F1F"/>
          <w:szCs w:val="26"/>
        </w:rPr>
        <w:t xml:space="preserve">used integrating questions as a means of narrowing group focus and determining </w:t>
      </w:r>
      <w:r w:rsidR="00412978">
        <w:rPr>
          <w:rFonts w:cs="Tahoma"/>
          <w:color w:val="1F1F1F"/>
          <w:szCs w:val="26"/>
        </w:rPr>
        <w:t xml:space="preserve">from </w:t>
      </w:r>
      <w:r w:rsidRPr="00A310E7">
        <w:rPr>
          <w:rFonts w:cs="Tahoma"/>
          <w:color w:val="1F1F1F"/>
          <w:szCs w:val="26"/>
        </w:rPr>
        <w:t xml:space="preserve">which disciplines to </w:t>
      </w:r>
      <w:r w:rsidR="00AA73F6">
        <w:rPr>
          <w:rFonts w:cs="Tahoma"/>
          <w:color w:val="1F1F1F"/>
          <w:szCs w:val="26"/>
        </w:rPr>
        <w:t>draw</w:t>
      </w:r>
      <w:r w:rsidR="00412978">
        <w:rPr>
          <w:rFonts w:cs="Tahoma"/>
          <w:color w:val="1F1F1F"/>
          <w:szCs w:val="26"/>
        </w:rPr>
        <w:t>.</w:t>
      </w:r>
      <w:r w:rsidRPr="00A310E7">
        <w:rPr>
          <w:rFonts w:cs="Tahoma"/>
          <w:color w:val="1F1F1F"/>
          <w:szCs w:val="26"/>
        </w:rPr>
        <w:t xml:space="preserv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r w:rsidR="003A5274">
        <w:rPr>
          <w:rFonts w:cs="Tahoma"/>
          <w:color w:val="1F1F1F"/>
          <w:szCs w:val="26"/>
        </w:rPr>
        <w:t xml:space="preserve"> </w:t>
      </w:r>
      <w:r w:rsidR="0080433F">
        <w:rPr>
          <w:rFonts w:cs="Tahoma"/>
          <w:color w:val="1F1F1F"/>
          <w:szCs w:val="26"/>
        </w:rPr>
        <w:t xml:space="preserve">Finally, </w:t>
      </w:r>
      <w:r w:rsidR="0080433F">
        <w:t>w</w:t>
      </w:r>
      <w:r w:rsidRPr="00A310E7">
        <w:t>e</w:t>
      </w:r>
      <w:r w:rsidR="00D17CBB">
        <w:t xml:space="preserve"> </w:t>
      </w:r>
      <w:r w:rsidRPr="00A310E7">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642F64" w:rsidP="00A82431">
      <w:pPr>
        <w:rPr>
          <w:u w:val="single"/>
        </w:rPr>
      </w:pPr>
      <w:r>
        <w:rPr>
          <w:u w:val="single"/>
        </w:rPr>
        <w:t>Week 2</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r w:rsidR="00E078C4">
        <w:t xml:space="preserve">sending </w:t>
      </w:r>
      <w:r w:rsidRPr="00935E34">
        <w:t xml:space="preserve">notification to the others. This presented the possibility of conflict but, more importantly, </w:t>
      </w:r>
      <w:r w:rsidR="002752A9">
        <w:t>an</w:t>
      </w:r>
      <w:r w:rsidRPr="00935E34">
        <w:t xml:space="preserve"> opportunity for the group to overcome it. Since we had already established </w:t>
      </w:r>
      <w:r w:rsidRPr="00935E34">
        <w:lastRenderedPageBreak/>
        <w:t xml:space="preserve">open lines of communication, the members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 xml:space="preserve">Watershed problem. </w:t>
      </w:r>
      <w:r w:rsidR="00E078C4">
        <w:t>We read aloud and discussed each</w:t>
      </w:r>
      <w:r w:rsidR="00E078C4" w:rsidRPr="00935E34">
        <w:t xml:space="preserve"> </w:t>
      </w:r>
      <w:r w:rsidRPr="00935E34">
        <w:t>integrating question</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narrow enough in scope for the purposes of our project</w:t>
      </w:r>
      <w:r w:rsidR="00E078C4">
        <w:t>,</w:t>
      </w:r>
      <w:r>
        <w:t xml:space="preserve"> it establishes the importance of this problem.</w:t>
      </w:r>
      <w:r w:rsidR="004F4B0D">
        <w:rPr>
          <w:rStyle w:val="FootnoteReference"/>
        </w:rPr>
        <w:footnoteReference w:id="10"/>
      </w:r>
    </w:p>
    <w:p w:rsidR="00A82431" w:rsidRDefault="00A82431" w:rsidP="00EF2E12">
      <w:pPr>
        <w:spacing w:line="480" w:lineRule="auto"/>
        <w:ind w:firstLine="720"/>
      </w:pPr>
      <w:r w:rsidRPr="00935E34">
        <w:t>We chose to begin this process by writing individual integrating questions so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r w:rsidR="00E078C4">
        <w:t xml:space="preserve">because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t>
      </w:r>
      <w:r w:rsidR="0033363B">
        <w:t xml:space="preserve">on which </w:t>
      </w:r>
      <w:r>
        <w:t>we would focus</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642F64" w:rsidP="00A310E7">
      <w:pPr>
        <w:spacing w:line="480" w:lineRule="auto"/>
        <w:rPr>
          <w:u w:val="single"/>
        </w:rPr>
      </w:pPr>
      <w:r>
        <w:rPr>
          <w:u w:val="single"/>
        </w:rPr>
        <w:lastRenderedPageBreak/>
        <w:t>Week 3</w:t>
      </w:r>
    </w:p>
    <w:p w:rsidR="0099383F" w:rsidRDefault="00A310E7" w:rsidP="0099383F">
      <w:pPr>
        <w:spacing w:line="480" w:lineRule="auto"/>
        <w:ind w:firstLine="720"/>
      </w:pPr>
      <w:r w:rsidRPr="00A310E7">
        <w:t>In the week prior we drafted an integrat</w:t>
      </w:r>
      <w:r w:rsidR="003967AD">
        <w:t>ing</w:t>
      </w:r>
      <w:r w:rsidRPr="00A310E7">
        <w:t xml:space="preserve"> question that helped us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D45BA8">
        <w:t>.</w:t>
      </w:r>
      <w:r w:rsidRPr="00A310E7">
        <w:t>”</w:t>
      </w:r>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5853D9">
        <w:t>.</w:t>
      </w:r>
      <w:r w:rsidR="00877EAC">
        <w:rPr>
          <w:rStyle w:val="FootnoteReference"/>
        </w:rPr>
        <w:footnoteReference w:id="13"/>
      </w:r>
      <w:r w:rsidR="00862A1A">
        <w:t xml:space="preserve"> </w:t>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w:t>
      </w:r>
      <w:r w:rsidR="00862A1A">
        <w:t>, w</w:t>
      </w:r>
      <w:r>
        <w:t>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w:t>
      </w:r>
      <w:r w:rsidR="004C5627">
        <w:t>,</w:t>
      </w:r>
      <w:r w:rsidR="000E50C0">
        <w:t xml:space="preserve"> we </w:t>
      </w:r>
      <w:r w:rsidR="000874ED">
        <w:t>wondered</w:t>
      </w:r>
      <w:r w:rsidR="000E50C0">
        <w:t xml:space="preserve"> how the </w:t>
      </w:r>
      <w:r w:rsidR="00A310E7" w:rsidRPr="00A310E7">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xml:space="preserve">. Finally, </w:t>
      </w:r>
      <w:r w:rsidR="00862A1A">
        <w:t xml:space="preserve">we addressed </w:t>
      </w:r>
      <w:r w:rsidR="000E50C0">
        <w:t xml:space="preserve">how the complex jurisdictional structure and modern legal trends </w:t>
      </w:r>
      <w:r w:rsidR="00862A1A">
        <w:t>a</w:t>
      </w:r>
      <w:r w:rsidR="000E50C0">
        <w:t>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r w:rsidR="004C5627">
        <w:t>,</w:t>
      </w:r>
      <w:r w:rsidR="00862A1A">
        <w:t xml:space="preserve"> and in the subsequent meeting we would</w:t>
      </w:r>
      <w:r w:rsidR="00A310E7" w:rsidRPr="00A310E7">
        <w:t xml:space="preserve"> merge the sections</w:t>
      </w:r>
      <w:r w:rsidR="00ED444E">
        <w:t>,</w:t>
      </w:r>
      <w:r w:rsidR="00A310E7" w:rsidRPr="00A310E7">
        <w:t xml:space="preserve"> </w:t>
      </w:r>
      <w:r w:rsidR="00862A1A">
        <w:t xml:space="preserve">thereby </w:t>
      </w:r>
      <w:r w:rsidR="00A310E7" w:rsidRPr="00A310E7">
        <w:t>creating interdisciplinary understanding.  At that time we would discuss possible solutions</w:t>
      </w:r>
      <w:r w:rsidR="00862A1A">
        <w:t>, which could be physical or process-based.</w:t>
      </w:r>
      <w:r w:rsidR="00A310E7" w:rsidRPr="00A310E7">
        <w:t xml:space="preserve"> </w:t>
      </w:r>
    </w:p>
    <w:p w:rsidR="00A310E7" w:rsidRPr="00A310E7" w:rsidRDefault="00A310E7" w:rsidP="00EF2E12">
      <w:pPr>
        <w:spacing w:line="480" w:lineRule="auto"/>
        <w:ind w:firstLine="720"/>
        <w:rPr>
          <w:b/>
        </w:rPr>
      </w:pPr>
      <w:r w:rsidRPr="00A310E7">
        <w:lastRenderedPageBreak/>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follows: </w:t>
      </w:r>
    </w:p>
    <w:tbl>
      <w:tblPr>
        <w:tblStyle w:val="TableGrid"/>
        <w:tblW w:w="9576" w:type="dxa"/>
        <w:tblLook w:val="00A0" w:firstRow="1" w:lastRow="0" w:firstColumn="1" w:lastColumn="0" w:noHBand="0" w:noVBand="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 xml:space="preserve">writing.   </w:t>
      </w:r>
    </w:p>
    <w:p w:rsidR="00A310E7" w:rsidRPr="00D72524" w:rsidRDefault="00FA128C" w:rsidP="00A310E7">
      <w:pPr>
        <w:spacing w:line="480" w:lineRule="auto"/>
        <w:rPr>
          <w:u w:val="single"/>
        </w:rPr>
      </w:pPr>
      <w:r>
        <w:rPr>
          <w:u w:val="single"/>
        </w:rPr>
        <w:t>Week 4</w:t>
      </w:r>
    </w:p>
    <w:p w:rsidR="00A310E7" w:rsidRPr="00A310E7" w:rsidRDefault="00D17CBB" w:rsidP="00EF2E12">
      <w:pPr>
        <w:spacing w:line="480" w:lineRule="auto"/>
        <w:ind w:firstLine="720"/>
      </w:pPr>
      <w:r>
        <w:t>At this meeting we began developing a concept</w:t>
      </w:r>
      <w:r w:rsidR="004D6ACE">
        <w:t>ual</w:t>
      </w:r>
      <w:r>
        <w:t xml:space="preserve"> </w:t>
      </w:r>
      <w:r w:rsidR="00767587">
        <w:t>model</w:t>
      </w:r>
      <w:r>
        <w:t xml:space="preserve">. </w:t>
      </w:r>
      <w:r w:rsidR="00A310E7" w:rsidRPr="00A310E7">
        <w:t>The development of the concept</w:t>
      </w:r>
      <w:r w:rsidR="004D6ACE">
        <w:t>ual</w:t>
      </w:r>
      <w:r w:rsidR="00A310E7" w:rsidRPr="00A310E7">
        <w:t xml:space="preserve"> </w:t>
      </w:r>
      <w:r w:rsidR="00767587">
        <w:t>model</w:t>
      </w:r>
      <w:r w:rsidR="00767587" w:rsidRPr="00A310E7">
        <w:t xml:space="preserve"> </w:t>
      </w:r>
      <w:r w:rsidR="00A310E7" w:rsidRPr="00A310E7">
        <w:t xml:space="preserve">during the latter half of our research project was a successful attempt to visually represent </w:t>
      </w:r>
      <w:r w:rsidR="00607841">
        <w:t>steelhead</w:t>
      </w:r>
      <w:r w:rsidR="00A310E7" w:rsidRPr="00A310E7">
        <w:t xml:space="preserve"> habitat segmentation in the Lapwai Creek drainage, </w:t>
      </w:r>
      <w:r w:rsidR="0080138D">
        <w:t>the</w:t>
      </w:r>
      <w:r w:rsidR="00A310E7" w:rsidRPr="00A310E7">
        <w:t xml:space="preserve"> stakeholders, and opportunities for solution</w:t>
      </w:r>
      <w:r w:rsidR="000A6E67">
        <w:t>s</w:t>
      </w:r>
      <w:r w:rsidR="00A310E7" w:rsidRPr="00A310E7">
        <w:t xml:space="preserve">.  The </w:t>
      </w:r>
      <w:r w:rsidR="00767587">
        <w:t>conceptual model</w:t>
      </w:r>
      <w:r w:rsidR="00A310E7" w:rsidRPr="00A310E7">
        <w:t xml:space="preserve">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 xml:space="preserve">drainage’s socio-ecologic </w:t>
      </w:r>
      <w:r w:rsidR="00A310E7" w:rsidRPr="00A310E7">
        <w:lastRenderedPageBreak/>
        <w:t>segmentation</w:t>
      </w:r>
      <w:r w:rsidR="00753C6B">
        <w:t>. T</w:t>
      </w:r>
      <w:r w:rsidR="00A310E7" w:rsidRPr="00A310E7">
        <w:t xml:space="preserve">he </w:t>
      </w:r>
      <w:r w:rsidR="00767587">
        <w:t>conceptual model</w:t>
      </w:r>
      <w:r w:rsidR="00A310E7" w:rsidRPr="00A310E7">
        <w:t xml:space="preserve"> highlights the circuital nature of the </w:t>
      </w:r>
      <w:r w:rsidR="004D6ACE">
        <w:t xml:space="preserve">Lapwai Creek’s problems </w:t>
      </w:r>
      <w:r w:rsidR="00966E2F">
        <w:t xml:space="preserve">and its </w:t>
      </w:r>
      <w:proofErr w:type="spellStart"/>
      <w:r w:rsidR="00966E2F">
        <w:t>interdisciplinarity</w:t>
      </w:r>
      <w:proofErr w:type="spellEnd"/>
      <w:r w:rsidR="00A310E7" w:rsidRPr="00A310E7">
        <w:t>. The concept</w:t>
      </w:r>
      <w:r w:rsidR="00966E2F">
        <w:t>ual</w:t>
      </w:r>
      <w:r w:rsidR="00A310E7" w:rsidRPr="00A310E7">
        <w:t xml:space="preserve"> </w:t>
      </w:r>
      <w:r w:rsidR="00767587">
        <w:t>model</w:t>
      </w:r>
      <w:r w:rsidR="00ED444E">
        <w:t>,</w:t>
      </w:r>
      <w:r w:rsidR="00A310E7" w:rsidRPr="00A310E7">
        <w:t xml:space="preserve"> </w:t>
      </w:r>
      <w:r w:rsidR="00ED444E">
        <w:t>al</w:t>
      </w:r>
      <w:r w:rsidR="00A310E7" w:rsidRPr="00A310E7">
        <w:t>though created after our integrating question and individual outlines</w:t>
      </w:r>
      <w:r w:rsidR="00BA36EB">
        <w:t xml:space="preserve"> had been developed</w:t>
      </w:r>
      <w:r w:rsidR="00A310E7" w:rsidRPr="00A310E7">
        <w:t xml:space="preserve">, </w:t>
      </w:r>
      <w:r>
        <w:t xml:space="preserve">reinforced </w:t>
      </w:r>
      <w:r w:rsidR="00A310E7" w:rsidRPr="00A310E7">
        <w:t xml:space="preserve">our findings and solutions.  </w:t>
      </w:r>
      <w:r>
        <w:t>Representing</w:t>
      </w:r>
      <w:r w:rsidR="00A310E7" w:rsidRPr="00A310E7">
        <w:t xml:space="preserve"> an issue in mixed-media is a functional and needed part of the solution-equation</w:t>
      </w:r>
      <w:r>
        <w:t xml:space="preserve"> and </w:t>
      </w:r>
      <w:r w:rsidR="00A310E7" w:rsidRPr="00A310E7">
        <w:t>a valuable experience for our group.</w:t>
      </w:r>
      <w:r w:rsidR="00877EAC">
        <w:rPr>
          <w:rStyle w:val="FootnoteReference"/>
        </w:rPr>
        <w:footnoteReference w:id="14"/>
      </w:r>
    </w:p>
    <w:p w:rsidR="00A310E7" w:rsidRDefault="00A310E7" w:rsidP="00EF2E12">
      <w:pPr>
        <w:spacing w:line="480" w:lineRule="auto"/>
        <w:ind w:firstLine="720"/>
      </w:pPr>
      <w:r w:rsidRPr="00A310E7">
        <w:t xml:space="preserve">During the making of the conceptual </w:t>
      </w:r>
      <w:r w:rsidR="00767587">
        <w:t>model</w:t>
      </w:r>
      <w:r w:rsidR="009E3564">
        <w:t>,</w:t>
      </w:r>
      <w:r w:rsidR="00767587" w:rsidRPr="00A310E7">
        <w:t xml:space="preserve"> </w:t>
      </w:r>
      <w:r w:rsidRPr="00A310E7">
        <w:t>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r w:rsidR="00767587">
        <w:t>concept</w:t>
      </w:r>
      <w:r w:rsidR="00767587" w:rsidRPr="00A310E7">
        <w:t xml:space="preserve"> </w:t>
      </w:r>
      <w:r w:rsidRPr="00A310E7">
        <w:t>map rather than a concept</w:t>
      </w:r>
      <w:r w:rsidR="00767587">
        <w:t>ual</w:t>
      </w:r>
      <w:r w:rsidRPr="00A310E7">
        <w:t xml:space="preserve"> model; a model in this instance </w:t>
      </w:r>
      <w:r w:rsidR="00D0033E">
        <w:t>was</w:t>
      </w:r>
      <w:r w:rsidRPr="00A310E7">
        <w:t xml:space="preserve"> a graphical representation of fact rather than a geographic representation of an issue. This led us to realize that this concept map was different than our </w:t>
      </w:r>
      <w:r w:rsidR="00ED444E">
        <w:t>respective</w:t>
      </w:r>
      <w:r w:rsidRPr="00A310E7">
        <w:t xml:space="preserve"> group</w:t>
      </w:r>
      <w:r w:rsidR="00ED444E">
        <w:t>s</w:t>
      </w:r>
      <w:r w:rsidRPr="00A310E7">
        <w:t xml:space="preserve">’ </w:t>
      </w:r>
      <w:r w:rsidR="00767587">
        <w:t>models</w:t>
      </w:r>
      <w:r w:rsidR="00767587" w:rsidRPr="00A310E7">
        <w:t xml:space="preserve"> </w:t>
      </w:r>
      <w:r w:rsidRPr="00A310E7">
        <w:t xml:space="preserve">from the previous </w:t>
      </w:r>
      <w:r w:rsidR="00ED444E">
        <w:t xml:space="preserve">course </w:t>
      </w:r>
      <w:r w:rsidRPr="00A310E7">
        <w:t xml:space="preserve">exercise.  Lapwai Creek’s issues </w:t>
      </w:r>
      <w:r w:rsidR="009E3564">
        <w:t xml:space="preserve">draw on more disciplines, </w:t>
      </w:r>
      <w:r w:rsidRPr="00A310E7">
        <w:t xml:space="preserve">relying not only </w:t>
      </w:r>
      <w:r w:rsidR="0047310E">
        <w:t xml:space="preserve">on </w:t>
      </w:r>
      <w:r w:rsidRPr="00A310E7">
        <w:t xml:space="preserve">segmented habitat but also </w:t>
      </w:r>
      <w:r w:rsidR="00ED444E">
        <w:t xml:space="preserve">on </w:t>
      </w:r>
      <w:r w:rsidRPr="00A310E7">
        <w:t>a fractured policy-space</w:t>
      </w:r>
      <w:r w:rsidR="00024701">
        <w:t xml:space="preserve"> or an arbitrary space where policy-stakeholders make their </w:t>
      </w:r>
      <w:r w:rsidR="00024701">
        <w:t xml:space="preserve">decisions.  </w:t>
      </w:r>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9E3564">
        <w:t>somewhat less complex</w:t>
      </w:r>
      <w:r w:rsidRPr="00A310E7">
        <w:t xml:space="preserve"> problem </w:t>
      </w:r>
      <w:r w:rsidR="0047310E">
        <w:t>for</w:t>
      </w:r>
      <w:r w:rsidRPr="00A310E7">
        <w:t xml:space="preserve"> local stakeholders</w:t>
      </w:r>
      <w:r w:rsidR="0047310E">
        <w:t xml:space="preserve">, </w:t>
      </w:r>
      <w:r w:rsidR="00B15D9F">
        <w:t xml:space="preserve">the </w:t>
      </w:r>
      <w:r w:rsidR="00280A07">
        <w:t>Lapwai Creek</w:t>
      </w:r>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spacing w:line="480" w:lineRule="auto"/>
        <w:rPr>
          <w:u w:val="single"/>
        </w:rPr>
      </w:pPr>
      <w:r>
        <w:rPr>
          <w:u w:val="single"/>
        </w:rPr>
        <w:t>Editing Process</w:t>
      </w:r>
    </w:p>
    <w:p w:rsidR="00BF25E1" w:rsidRPr="00E33366" w:rsidRDefault="00FA128C" w:rsidP="00E33366">
      <w:pPr>
        <w:spacing w:line="480" w:lineRule="auto"/>
      </w:pPr>
      <w:r w:rsidRPr="00E33366">
        <w:tab/>
      </w:r>
      <w:r w:rsidR="00E33366" w:rsidRPr="00E33366">
        <w:t>After merging our s</w:t>
      </w:r>
      <w:r w:rsidR="00E33366">
        <w:t>ections, the final step in the project</w:t>
      </w:r>
      <w:r w:rsidR="00E33366" w:rsidRPr="00E33366">
        <w:t xml:space="preserve"> was to edit the group paper. We set up an editing schedule to use during Fall Break in which each group member had one day to spend with the paper. Using “track changes” on Microsoft Word, we were able to confer on edits </w:t>
      </w:r>
      <w:r w:rsidR="00E33366">
        <w:t>to the satisfaction of</w:t>
      </w:r>
      <w:r w:rsidR="00E33366" w:rsidRPr="00E33366">
        <w:t xml:space="preserve"> all members of the group. Once we were all back on campus, we met again and covered any lingering problems or questions with the paper and then set up another editing </w:t>
      </w:r>
      <w:r w:rsidR="00E33366">
        <w:t>round-</w:t>
      </w:r>
      <w:r w:rsidR="00E33366" w:rsidRPr="00E33366">
        <w:t>robin to clean up the final product. At this meeting, we also discussed the format of our presentation and clarified the topic that each member would address.</w:t>
      </w:r>
    </w:p>
    <w:p w:rsidR="00E33366" w:rsidRDefault="00E33366" w:rsidP="007139EC">
      <w:pPr>
        <w:rPr>
          <w:b/>
        </w:rPr>
      </w:pPr>
    </w:p>
    <w:p w:rsidR="00D72524" w:rsidRDefault="00D72524" w:rsidP="007139EC">
      <w:pPr>
        <w:rPr>
          <w:b/>
        </w:rPr>
      </w:pPr>
      <w:r>
        <w:rPr>
          <w:b/>
        </w:rPr>
        <w:t>Section II: The Lapwai Creek Watershed Problem</w:t>
      </w:r>
    </w:p>
    <w:p w:rsidR="00D72524" w:rsidRDefault="00D72524" w:rsidP="007139EC">
      <w:pPr>
        <w:rPr>
          <w:b/>
        </w:rPr>
      </w:pPr>
    </w:p>
    <w:p w:rsidR="007139EC" w:rsidRPr="00D72524" w:rsidRDefault="006E5741" w:rsidP="007139EC">
      <w:pPr>
        <w:rPr>
          <w:u w:val="single"/>
        </w:rPr>
      </w:pPr>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p>
    <w:p w:rsidR="00D17CBB" w:rsidRDefault="00D17CBB" w:rsidP="007139EC">
      <w:pPr>
        <w:rPr>
          <w:b/>
        </w:rPr>
      </w:pPr>
    </w:p>
    <w:p w:rsidR="006E5741" w:rsidRPr="009F5335" w:rsidRDefault="00FA128C" w:rsidP="00E078C4">
      <w:pPr>
        <w:pStyle w:val="NormalWeb"/>
        <w:spacing w:before="0" w:beforeAutospacing="0" w:after="0" w:afterAutospacing="0" w:line="480" w:lineRule="auto"/>
        <w:ind w:firstLine="720"/>
      </w:pPr>
      <w:r>
        <w:rPr>
          <w:color w:val="000000"/>
        </w:rPr>
        <w:t xml:space="preserve">Historical issues laid the foundation for habitat segmentation and checkerboard jurisdiction in Idaho’s Lapwai Creek </w:t>
      </w:r>
      <w:r w:rsidR="00CF3D7B">
        <w:rPr>
          <w:color w:val="000000"/>
        </w:rPr>
        <w:t>W</w:t>
      </w:r>
      <w:r>
        <w:rPr>
          <w:color w:val="000000"/>
        </w:rPr>
        <w:t>atershed</w:t>
      </w:r>
      <w:r w:rsidR="00CF3D7B">
        <w:rPr>
          <w:color w:val="000000"/>
        </w:rPr>
        <w:t xml:space="preserve">, creating </w:t>
      </w:r>
      <w:r>
        <w:rPr>
          <w:color w:val="000000"/>
        </w:rPr>
        <w:t xml:space="preserve">decision-making problems for contemporary steelhead protection. </w:t>
      </w:r>
      <w:r w:rsidR="006E5741" w:rsidRPr="009F5335">
        <w:rPr>
          <w:color w:val="000000"/>
        </w:rPr>
        <w:t xml:space="preserve"> </w:t>
      </w:r>
      <w:proofErr w:type="gramStart"/>
      <w:r w:rsidR="00AB10DF">
        <w:rPr>
          <w:color w:val="000000"/>
        </w:rPr>
        <w:t>S</w:t>
      </w:r>
      <w:r w:rsidR="006E5741" w:rsidRPr="009F5335">
        <w:rPr>
          <w:color w:val="000000"/>
        </w:rPr>
        <w:t>teelhead use</w:t>
      </w:r>
      <w:proofErr w:type="gramEnd"/>
      <w:r w:rsidR="006E5741" w:rsidRPr="009F5335">
        <w:rPr>
          <w:color w:val="000000"/>
        </w:rPr>
        <w:t xml:space="preserv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w:t>
      </w:r>
      <w:r w:rsidR="00CF3D7B">
        <w:rPr>
          <w:color w:val="000000"/>
        </w:rPr>
        <w:t>But</w:t>
      </w:r>
      <w:r w:rsidR="006E5741" w:rsidRPr="009F5335">
        <w:rPr>
          <w:color w:val="000000"/>
        </w:rPr>
        <w:t xml:space="preserve"> the heavy modification and channelization of Lapwai Creek, and the absence of some natural floodplains, makes </w:t>
      </w:r>
      <w:r>
        <w:rPr>
          <w:color w:val="000000"/>
        </w:rPr>
        <w:t xml:space="preserve">the difficult task of spawning in modified Pacific Northwest </w:t>
      </w:r>
      <w:proofErr w:type="spellStart"/>
      <w:r>
        <w:rPr>
          <w:color w:val="000000"/>
        </w:rPr>
        <w:t>riverways</w:t>
      </w:r>
      <w:proofErr w:type="spellEnd"/>
      <w:r>
        <w:rPr>
          <w:color w:val="000000"/>
        </w:rPr>
        <w:t xml:space="preserve"> even more challenging. </w:t>
      </w:r>
      <w:r w:rsidR="006E5741">
        <w:rPr>
          <w:color w:val="000000"/>
        </w:rPr>
        <w:t>The stakeholder/</w:t>
      </w:r>
      <w:r w:rsidR="006E5741" w:rsidRPr="009F5335">
        <w:rPr>
          <w:color w:val="000000"/>
        </w:rPr>
        <w:t>managerial decision</w:t>
      </w:r>
      <w:r w:rsidR="00CF3D7B">
        <w:rPr>
          <w:color w:val="000000"/>
        </w:rPr>
        <w:t xml:space="preserve"> </w:t>
      </w:r>
      <w:r w:rsidR="006E5741" w:rsidRPr="009F5335">
        <w:rPr>
          <w:color w:val="000000"/>
        </w:rPr>
        <w:t>space</w:t>
      </w:r>
      <w:r w:rsidR="005E2177">
        <w:rPr>
          <w:rStyle w:val="FootnoteReference"/>
          <w:color w:val="000000"/>
        </w:rPr>
        <w:footnoteReference w:id="15"/>
      </w:r>
      <w:r w:rsidR="006E5741" w:rsidRPr="009F5335">
        <w:rPr>
          <w:color w:val="000000"/>
        </w:rPr>
        <w:t xml:space="preserve"> is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 </w:t>
      </w:r>
      <w:r w:rsidR="00024701">
        <w:rPr>
          <w:color w:val="000000"/>
        </w:rPr>
        <w:t xml:space="preserve">The decision-space refers to the arbitrary area where dominant ideas, interests, and institutions come together to find compromise and best solutions for resource issues. </w:t>
      </w:r>
      <w:r w:rsidR="00024701">
        <w:rPr>
          <w:color w:val="000000"/>
        </w:rPr>
        <w:t xml:space="preserve"> </w:t>
      </w:r>
      <w:bookmarkStart w:id="0" w:name="_GoBack"/>
      <w:bookmarkEnd w:id="0"/>
      <w:r w:rsidR="00330376">
        <w:rPr>
          <w:color w:val="000000"/>
        </w:rPr>
        <w:t xml:space="preserve">This diversity </w:t>
      </w:r>
      <w:r w:rsidR="009D610E">
        <w:rPr>
          <w:color w:val="000000"/>
        </w:rPr>
        <w:t xml:space="preserve">of stakeholders </w:t>
      </w:r>
      <w:r w:rsidR="00330376">
        <w:rPr>
          <w:color w:val="000000"/>
        </w:rPr>
        <w:t xml:space="preserve">makes </w:t>
      </w:r>
      <w:r w:rsidR="006E5741" w:rsidRPr="009F5335">
        <w:rPr>
          <w:color w:val="000000"/>
        </w:rPr>
        <w:t xml:space="preserve">the Lapwai </w:t>
      </w:r>
      <w:r w:rsidR="00CF3D7B">
        <w:rPr>
          <w:color w:val="000000"/>
        </w:rPr>
        <w:t xml:space="preserve">Creek Watershed </w:t>
      </w:r>
      <w:r w:rsidR="006E5741" w:rsidRPr="009F5335">
        <w:rPr>
          <w:color w:val="000000"/>
        </w:rPr>
        <w:t xml:space="preserve">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w:t>
      </w:r>
      <w:r w:rsidR="00CF3D7B">
        <w:rPr>
          <w:color w:val="000000"/>
        </w:rPr>
        <w:t xml:space="preserve"> </w:t>
      </w:r>
      <w:r w:rsidR="006E5741" w:rsidRPr="009F5335">
        <w:rPr>
          <w:color w:val="000000"/>
        </w:rPr>
        <w:t>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management. The Lapwai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w:t>
      </w:r>
      <w:r w:rsidR="00E7579F">
        <w:rPr>
          <w:color w:val="000000"/>
        </w:rPr>
        <w:t>require</w:t>
      </w:r>
      <w:r w:rsidR="006E5741" w:rsidRPr="009F5335">
        <w:rPr>
          <w:color w:val="000000"/>
        </w:rPr>
        <w:t xml:space="preserve"> interdisciplinary thought and</w:t>
      </w:r>
      <w:r w:rsidR="006E5741">
        <w:rPr>
          <w:color w:val="000000"/>
        </w:rPr>
        <w:t xml:space="preserve"> </w:t>
      </w:r>
      <w:r w:rsidR="00D96C8B">
        <w:rPr>
          <w:color w:val="000000"/>
        </w:rPr>
        <w:t>integration</w:t>
      </w:r>
      <w:r w:rsidR="006E5741" w:rsidRPr="009F5335">
        <w:rPr>
          <w:color w:val="000000"/>
        </w:rPr>
        <w:t xml:space="preserve"> to find better outcomes for the diverse stakeholders.</w:t>
      </w:r>
      <w:r w:rsidR="00966E2F">
        <w:rPr>
          <w:rStyle w:val="FootnoteReference"/>
          <w:color w:val="000000"/>
        </w:rPr>
        <w:footnoteReference w:id="16"/>
      </w:r>
      <w:r w:rsidR="00E078C4">
        <w:rPr>
          <w:color w:val="000000"/>
        </w:rPr>
        <w:t xml:space="preserve"> </w:t>
      </w:r>
      <w:r w:rsidR="006E5741" w:rsidRPr="009F5335">
        <w:rPr>
          <w:color w:val="000000"/>
        </w:rPr>
        <w:t xml:space="preserve">The largest stakeholders </w:t>
      </w:r>
      <w:r>
        <w:rPr>
          <w:color w:val="000000"/>
        </w:rPr>
        <w:t>with</w:t>
      </w:r>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w:t>
      </w:r>
      <w:proofErr w:type="gramStart"/>
      <w:r w:rsidR="006E5741">
        <w:rPr>
          <w:color w:val="000000"/>
        </w:rPr>
        <w:t>Lewiston</w:t>
      </w:r>
      <w:proofErr w:type="gramEnd"/>
      <w:r w:rsidR="006E5741" w:rsidRPr="009F5335">
        <w:rPr>
          <w:color w:val="000000"/>
        </w:rPr>
        <w:t xml:space="preserve"> Orchard</w:t>
      </w:r>
      <w:r w:rsidR="006E5741">
        <w:rPr>
          <w:color w:val="000000"/>
        </w:rPr>
        <w:t>s</w:t>
      </w:r>
      <w:r w:rsidR="006E5741" w:rsidRPr="009F5335">
        <w:rPr>
          <w:color w:val="000000"/>
        </w:rPr>
        <w:t xml:space="preserve"> Irrigation District</w:t>
      </w:r>
      <w:r w:rsidR="00CF3D7B">
        <w:rPr>
          <w:color w:val="000000"/>
        </w:rPr>
        <w:t>/</w:t>
      </w:r>
      <w:r w:rsidR="006E5741" w:rsidRPr="009F5335">
        <w:rPr>
          <w:color w:val="000000"/>
        </w:rPr>
        <w:t xml:space="preserve">Bureau of Reclamation, private landowners, </w:t>
      </w:r>
      <w:r w:rsidR="00CF3D7B">
        <w:rPr>
          <w:color w:val="000000"/>
        </w:rPr>
        <w:t>and</w:t>
      </w:r>
      <w:r w:rsidR="00053174">
        <w:rPr>
          <w:color w:val="000000"/>
        </w:rPr>
        <w:t xml:space="preserve"> federal agencies such as </w:t>
      </w:r>
      <w:r w:rsidR="006E5741" w:rsidRPr="009F5335">
        <w:rPr>
          <w:color w:val="000000"/>
        </w:rPr>
        <w:t xml:space="preserve">FEMA, USFWS, </w:t>
      </w:r>
      <w:r w:rsidR="00053174">
        <w:rPr>
          <w:color w:val="000000"/>
        </w:rPr>
        <w:t xml:space="preserve">and </w:t>
      </w:r>
      <w:r w:rsidR="00053174" w:rsidRPr="00D43B54">
        <w:rPr>
          <w:iCs/>
        </w:rPr>
        <w:t>NMFS</w:t>
      </w:r>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w:t>
      </w:r>
      <w:r w:rsidR="00CF3D7B">
        <w:rPr>
          <w:color w:val="000000"/>
        </w:rPr>
        <w:t xml:space="preserve"> </w:t>
      </w:r>
      <w:r w:rsidR="006E5741" w:rsidRPr="009F5335">
        <w:rPr>
          <w:color w:val="000000"/>
        </w:rPr>
        <w:t>problems</w:t>
      </w:r>
      <w:r w:rsidR="006175F3">
        <w:rPr>
          <w:color w:val="000000"/>
        </w:rPr>
        <w:t xml:space="preserve">. </w:t>
      </w:r>
      <w:r w:rsidR="006E5741" w:rsidRPr="009F5335">
        <w:rPr>
          <w:color w:val="000000"/>
        </w:rPr>
        <w:t>For example</w:t>
      </w:r>
      <w:r w:rsidR="00E7579F">
        <w:rPr>
          <w:color w:val="000000"/>
        </w:rPr>
        <w:t>,</w:t>
      </w:r>
      <w:r w:rsidR="006E5741" w:rsidRPr="009F5335">
        <w:rPr>
          <w:color w:val="000000"/>
        </w:rPr>
        <w:t xml:space="preserve"> the traditional stewards of this resource were</w:t>
      </w:r>
      <w:r w:rsidR="00330376">
        <w:rPr>
          <w:color w:val="000000"/>
        </w:rPr>
        <w:t xml:space="preserve"> </w:t>
      </w:r>
      <w:r w:rsidR="006E5741" w:rsidRPr="009F5335">
        <w:rPr>
          <w:color w:val="000000"/>
        </w:rPr>
        <w:t xml:space="preserve">the indigenous </w:t>
      </w:r>
      <w:proofErr w:type="spellStart"/>
      <w:r w:rsidR="006E5741" w:rsidRPr="009F5335">
        <w:rPr>
          <w:color w:val="000000"/>
        </w:rPr>
        <w:t>Nimipuu</w:t>
      </w:r>
      <w:proofErr w:type="spellEnd"/>
      <w:r w:rsidR="00330376">
        <w:rPr>
          <w:color w:val="000000"/>
        </w:rPr>
        <w:t xml:space="preserve">, now known </w:t>
      </w:r>
      <w:r w:rsidR="00330376">
        <w:rPr>
          <w:color w:val="000000"/>
        </w:rPr>
        <w:lastRenderedPageBreak/>
        <w:t>as</w:t>
      </w:r>
      <w:r w:rsidR="006E5741" w:rsidRPr="009F5335">
        <w:rPr>
          <w:color w:val="000000"/>
        </w:rPr>
        <w:t xml:space="preserve"> the Nez P</w:t>
      </w:r>
      <w:r w:rsidR="006E5741">
        <w:rPr>
          <w:color w:val="000000"/>
        </w:rPr>
        <w:t xml:space="preserve">erce Tribe. The tribe, </w:t>
      </w:r>
      <w:r w:rsidR="005E7461">
        <w:rPr>
          <w:color w:val="000000"/>
        </w:rPr>
        <w:t>headquartered</w:t>
      </w:r>
      <w:r w:rsidR="006E5741" w:rsidRPr="009F5335">
        <w:rPr>
          <w:color w:val="000000"/>
        </w:rPr>
        <w:t xml:space="preserve"> in Lapwai along the banks of the </w:t>
      </w:r>
      <w:r w:rsidR="006175F3">
        <w:rPr>
          <w:color w:val="000000"/>
        </w:rPr>
        <w:t>c</w:t>
      </w:r>
      <w:r w:rsidR="006E5741" w:rsidRPr="009F5335">
        <w:rPr>
          <w:color w:val="000000"/>
        </w:rPr>
        <w:t>reek, plays a central role in the</w:t>
      </w:r>
      <w:r w:rsidR="009D610E">
        <w:rPr>
          <w:color w:val="000000"/>
        </w:rPr>
        <w:t xml:space="preserve"> management</w:t>
      </w:r>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r w:rsidR="005E7461">
        <w:rPr>
          <w:color w:val="000000"/>
        </w:rPr>
        <w:t xml:space="preserve"> other</w:t>
      </w:r>
      <w:r w:rsidR="006E5741" w:rsidRPr="009F5335">
        <w:rPr>
          <w:color w:val="000000"/>
        </w:rPr>
        <w:t xml:space="preserve"> stakeholders</w:t>
      </w:r>
      <w:r w:rsidR="005E7461">
        <w:rPr>
          <w:color w:val="000000"/>
        </w:rPr>
        <w:t>. These treaties and compromises have often been breached, destroying established legal and cultural relationships and ultimately creating a fragmented and weak management system.</w:t>
      </w:r>
    </w:p>
    <w:p w:rsidR="006E5741" w:rsidRPr="009F5335" w:rsidRDefault="00610B02" w:rsidP="006E5741">
      <w:pPr>
        <w:pStyle w:val="NormalWeb"/>
        <w:spacing w:before="0" w:beforeAutospacing="0" w:after="0" w:afterAutospacing="0" w:line="480" w:lineRule="auto"/>
        <w:ind w:firstLine="720"/>
      </w:pPr>
      <w:r>
        <w:rPr>
          <w:color w:val="000000"/>
        </w:rPr>
        <w:t>When the Nez Perce tribe entered into treaties with the U.S. g</w:t>
      </w:r>
      <w:r w:rsidR="006E5741" w:rsidRPr="009F5335">
        <w:rPr>
          <w:color w:val="000000"/>
        </w:rPr>
        <w:t>overnment</w:t>
      </w:r>
      <w:r>
        <w:rPr>
          <w:color w:val="000000"/>
        </w:rPr>
        <w:t xml:space="preserve">, the process </w:t>
      </w:r>
      <w:r w:rsidR="006E5741" w:rsidRPr="009F5335">
        <w:rPr>
          <w:color w:val="000000"/>
        </w:rPr>
        <w:t xml:space="preserve">essentially divided the </w:t>
      </w:r>
      <w:r w:rsidR="00D4680C">
        <w:rPr>
          <w:color w:val="000000"/>
        </w:rPr>
        <w:t>tribe</w:t>
      </w:r>
      <w:r w:rsidR="006E5741" w:rsidRPr="009F5335">
        <w:rPr>
          <w:color w:val="000000"/>
        </w:rPr>
        <w:t xml:space="preserve"> </w:t>
      </w:r>
      <w:r w:rsidR="005E7461">
        <w:rPr>
          <w:color w:val="000000"/>
        </w:rPr>
        <w:t>into</w:t>
      </w:r>
      <w:r w:rsidR="005E7461" w:rsidRPr="009F5335">
        <w:rPr>
          <w:color w:val="000000"/>
        </w:rPr>
        <w:t xml:space="preserve"> </w:t>
      </w:r>
      <w:r w:rsidR="00D4680C">
        <w:rPr>
          <w:color w:val="000000"/>
        </w:rPr>
        <w:t>“</w:t>
      </w:r>
      <w:r w:rsidR="006E5741" w:rsidRPr="009F5335">
        <w:rPr>
          <w:color w:val="000000"/>
        </w:rPr>
        <w:t>treaty</w:t>
      </w:r>
      <w:r w:rsidR="00D4680C">
        <w:rPr>
          <w:color w:val="000000"/>
        </w:rPr>
        <w:t>”</w:t>
      </w:r>
      <w:r w:rsidR="006E5741" w:rsidRPr="009F5335">
        <w:rPr>
          <w:color w:val="000000"/>
        </w:rPr>
        <w:t xml:space="preserve"> and </w:t>
      </w:r>
      <w:r w:rsidR="00D4680C">
        <w:rPr>
          <w:color w:val="000000"/>
        </w:rPr>
        <w:t>“</w:t>
      </w:r>
      <w:r w:rsidR="006E5741" w:rsidRPr="009F5335">
        <w:rPr>
          <w:color w:val="000000"/>
        </w:rPr>
        <w:t>non-treaty</w:t>
      </w:r>
      <w:r w:rsidR="00D4680C">
        <w:rPr>
          <w:color w:val="000000"/>
        </w:rPr>
        <w:t>”</w:t>
      </w:r>
      <w:r w:rsidR="006E5741" w:rsidRPr="009F5335">
        <w:rPr>
          <w:color w:val="000000"/>
        </w:rPr>
        <w:t xml:space="preserve"> </w:t>
      </w:r>
      <w:r w:rsidR="00D4680C">
        <w:rPr>
          <w:color w:val="000000"/>
        </w:rPr>
        <w:t>factions</w:t>
      </w:r>
      <w:r w:rsidR="006E5741" w:rsidRPr="009F5335">
        <w:rPr>
          <w:color w:val="000000"/>
        </w:rPr>
        <w:t xml:space="preserve">, </w:t>
      </w:r>
      <w:r w:rsidR="006175F3">
        <w:rPr>
          <w:color w:val="000000"/>
        </w:rPr>
        <w:t>which</w:t>
      </w:r>
      <w:r w:rsidR="006E5741" w:rsidRPr="009F5335">
        <w:rPr>
          <w:color w:val="000000"/>
        </w:rPr>
        <w:t xml:space="preserve"> </w:t>
      </w:r>
      <w:r w:rsidR="006E5741">
        <w:rPr>
          <w:color w:val="000000"/>
        </w:rPr>
        <w:t xml:space="preserve">contemporary </w:t>
      </w:r>
      <w:r w:rsidR="006E5741" w:rsidRPr="009F5335">
        <w:rPr>
          <w:color w:val="000000"/>
        </w:rPr>
        <w:t>tribal members still note.</w:t>
      </w:r>
      <w:r w:rsidR="005E2177">
        <w:rPr>
          <w:color w:val="000000"/>
        </w:rPr>
        <w:t xml:space="preserve">  The importance of th</w:t>
      </w:r>
      <w:r w:rsidR="00D4680C">
        <w:rPr>
          <w:color w:val="000000"/>
        </w:rPr>
        <w:t>ese</w:t>
      </w:r>
      <w:r w:rsidR="005E2177">
        <w:rPr>
          <w:color w:val="000000"/>
        </w:rPr>
        <w:t xml:space="preserve"> affiliation</w:t>
      </w:r>
      <w:r w:rsidR="00D4680C">
        <w:rPr>
          <w:color w:val="000000"/>
        </w:rPr>
        <w:t>s</w:t>
      </w:r>
      <w:r w:rsidR="005E2177">
        <w:rPr>
          <w:color w:val="000000"/>
        </w:rPr>
        <w:t xml:space="preserve"> is seen as a cultural status within the </w:t>
      </w:r>
      <w:r w:rsidR="00D4680C">
        <w:rPr>
          <w:color w:val="000000"/>
        </w:rPr>
        <w:t>t</w:t>
      </w:r>
      <w:r w:rsidR="005E2177">
        <w:rPr>
          <w:color w:val="000000"/>
        </w:rPr>
        <w:t xml:space="preserve">ribe and </w:t>
      </w:r>
      <w:r w:rsidR="005E7461">
        <w:rPr>
          <w:color w:val="000000"/>
        </w:rPr>
        <w:t xml:space="preserve">even today is </w:t>
      </w:r>
      <w:r w:rsidR="005E2177">
        <w:rPr>
          <w:color w:val="000000"/>
        </w:rPr>
        <w:t>an important factor in tribal relations.</w:t>
      </w:r>
      <w:r w:rsidR="006E5741" w:rsidRPr="009F5335">
        <w:rPr>
          <w:color w:val="000000"/>
        </w:rPr>
        <w:t xml:space="preserve">  </w:t>
      </w:r>
      <w:r>
        <w:rPr>
          <w:color w:val="000000"/>
        </w:rPr>
        <w:t>“</w:t>
      </w:r>
      <w:r w:rsidR="005E2177">
        <w:rPr>
          <w:color w:val="000000"/>
        </w:rPr>
        <w:t>T</w:t>
      </w:r>
      <w:r w:rsidR="006E5741" w:rsidRPr="009F5335">
        <w:rPr>
          <w:color w:val="000000"/>
        </w:rPr>
        <w:t>reaty</w:t>
      </w:r>
      <w:r>
        <w:rPr>
          <w:color w:val="000000"/>
        </w:rPr>
        <w:t>”</w:t>
      </w:r>
      <w:r w:rsidR="006E5741" w:rsidRPr="009F5335">
        <w:rPr>
          <w:color w:val="000000"/>
        </w:rPr>
        <w:t xml:space="preserve"> Nez Perce were sent to the reservation at Lapwai while the </w:t>
      </w:r>
      <w:r>
        <w:rPr>
          <w:color w:val="000000"/>
        </w:rPr>
        <w:t>“</w:t>
      </w:r>
      <w:r w:rsidR="006E5741" w:rsidRPr="009F5335">
        <w:rPr>
          <w:color w:val="000000"/>
        </w:rPr>
        <w:t>non-treaty</w:t>
      </w:r>
      <w:r>
        <w:rPr>
          <w:color w:val="000000"/>
        </w:rPr>
        <w:t>”</w:t>
      </w:r>
      <w:r w:rsidR="006E5741" w:rsidRPr="009F5335">
        <w:rPr>
          <w:color w:val="000000"/>
        </w:rPr>
        <w:t xml:space="preserve"> </w:t>
      </w:r>
      <w:r>
        <w:rPr>
          <w:color w:val="000000"/>
        </w:rPr>
        <w:t>members</w:t>
      </w:r>
      <w:r w:rsidR="005E2177">
        <w:rPr>
          <w:color w:val="000000"/>
        </w:rPr>
        <w:t xml:space="preserve"> </w:t>
      </w:r>
      <w:r w:rsidR="00D11199">
        <w:rPr>
          <w:color w:val="000000"/>
        </w:rPr>
        <w:t>fled authorities</w:t>
      </w:r>
      <w:r w:rsidR="00BC24F1">
        <w:rPr>
          <w:color w:val="000000"/>
        </w:rPr>
        <w:t>,</w:t>
      </w:r>
      <w:r w:rsidR="00D11199">
        <w:rPr>
          <w:color w:val="000000"/>
        </w:rPr>
        <w:t xml:space="preserve"> </w:t>
      </w:r>
      <w:r>
        <w:rPr>
          <w:color w:val="000000"/>
        </w:rPr>
        <w:t xml:space="preserve">which </w:t>
      </w:r>
      <w:r w:rsidR="00D11199">
        <w:rPr>
          <w:color w:val="000000"/>
        </w:rPr>
        <w:t xml:space="preserve">eventually </w:t>
      </w:r>
      <w:r>
        <w:rPr>
          <w:color w:val="000000"/>
        </w:rPr>
        <w:t xml:space="preserve">led </w:t>
      </w:r>
      <w:proofErr w:type="gramStart"/>
      <w:r>
        <w:rPr>
          <w:color w:val="000000"/>
        </w:rPr>
        <w:t xml:space="preserve">to  </w:t>
      </w:r>
      <w:r w:rsidR="006E5741" w:rsidRPr="009F5335">
        <w:rPr>
          <w:color w:val="000000"/>
        </w:rPr>
        <w:t>the</w:t>
      </w:r>
      <w:proofErr w:type="gramEnd"/>
      <w:r>
        <w:rPr>
          <w:color w:val="000000"/>
        </w:rPr>
        <w:t xml:space="preserve"> Nez Perce War of 1</w:t>
      </w:r>
      <w:r w:rsidR="006E5741">
        <w:rPr>
          <w:color w:val="000000"/>
        </w:rPr>
        <w:t xml:space="preserve">877. </w:t>
      </w:r>
      <w:r w:rsidR="00D4680C">
        <w:rPr>
          <w:color w:val="000000"/>
        </w:rPr>
        <w:t xml:space="preserve">The subsequent process of </w:t>
      </w:r>
      <w:proofErr w:type="gramStart"/>
      <w:r w:rsidR="00D4680C">
        <w:rPr>
          <w:color w:val="000000"/>
        </w:rPr>
        <w:t>assimilation,</w:t>
      </w:r>
      <w:proofErr w:type="gramEnd"/>
      <w:r w:rsidR="00D4680C">
        <w:rPr>
          <w:color w:val="000000"/>
        </w:rPr>
        <w:t xml:space="preserve"> discussed below, </w:t>
      </w:r>
      <w:r w:rsidR="006E5741" w:rsidRPr="009F5335">
        <w:rPr>
          <w:color w:val="000000"/>
        </w:rPr>
        <w:t>f</w:t>
      </w:r>
      <w:r w:rsidR="006E5741">
        <w:rPr>
          <w:color w:val="000000"/>
        </w:rPr>
        <w:t>ragmen</w:t>
      </w:r>
      <w:r w:rsidR="000115A2">
        <w:rPr>
          <w:color w:val="000000"/>
        </w:rPr>
        <w:t>t</w:t>
      </w:r>
      <w:r w:rsidR="005E7461">
        <w:rPr>
          <w:color w:val="000000"/>
        </w:rPr>
        <w:t xml:space="preserve">ed ownership of land </w:t>
      </w:r>
      <w:r w:rsidR="00D4680C">
        <w:rPr>
          <w:color w:val="000000"/>
        </w:rPr>
        <w:t xml:space="preserve">within the reservation and created jurisdictional issues </w:t>
      </w:r>
      <w:r w:rsidR="00606CA7">
        <w:rPr>
          <w:color w:val="000000"/>
        </w:rPr>
        <w:t xml:space="preserve">that continue to hinder management of the </w:t>
      </w:r>
      <w:r w:rsidR="006E5741" w:rsidRPr="009F5335">
        <w:rPr>
          <w:color w:val="000000"/>
        </w:rPr>
        <w:t xml:space="preserve">Lapwai Creek </w:t>
      </w:r>
      <w:r w:rsidR="00D4680C">
        <w:rPr>
          <w:color w:val="000000"/>
        </w:rPr>
        <w:t>W</w:t>
      </w:r>
      <w:r w:rsidR="006E5741" w:rsidRPr="009F5335">
        <w:rPr>
          <w:color w:val="000000"/>
        </w:rPr>
        <w:t>atershed</w:t>
      </w:r>
      <w:r w:rsidR="00606CA7">
        <w:rPr>
          <w:color w:val="000000"/>
        </w:rPr>
        <w:t xml:space="preserve"> to this day</w:t>
      </w:r>
      <w:r w:rsidR="006E5741" w:rsidRPr="009F5335">
        <w:rPr>
          <w:color w:val="000000"/>
        </w:rPr>
        <w:t>.</w:t>
      </w:r>
    </w:p>
    <w:p w:rsidR="006E5741" w:rsidRPr="009F5335" w:rsidRDefault="00606CA7" w:rsidP="006E5741">
      <w:pPr>
        <w:pStyle w:val="NormalWeb"/>
        <w:spacing w:before="0" w:beforeAutospacing="0" w:after="0" w:afterAutospacing="0" w:line="480" w:lineRule="auto"/>
        <w:ind w:firstLine="720"/>
      </w:pPr>
      <w:r>
        <w:rPr>
          <w:color w:val="000000"/>
        </w:rPr>
        <w:t>The basin’s water system has been substantially altered from its historic form.</w:t>
      </w:r>
      <w:r w:rsidR="006E5741" w:rsidRPr="009F5335">
        <w:rPr>
          <w:color w:val="000000"/>
        </w:rPr>
        <w:t xml:space="preserve"> Bureau of Reclamation channelization, Lewiston Orchards Irrigation District </w:t>
      </w:r>
      <w:r>
        <w:rPr>
          <w:color w:val="000000"/>
        </w:rPr>
        <w:t>diversion</w:t>
      </w:r>
      <w:r w:rsidR="006E5741" w:rsidRPr="009F5335">
        <w:rPr>
          <w:color w:val="000000"/>
        </w:rPr>
        <w:t xml:space="preserve">, and floodplain </w:t>
      </w:r>
      <w:r w:rsidR="00B121BC">
        <w:rPr>
          <w:color w:val="000000"/>
        </w:rPr>
        <w:t>development/</w:t>
      </w:r>
      <w:r w:rsidR="006E5741" w:rsidRPr="009F5335">
        <w:rPr>
          <w:color w:val="000000"/>
        </w:rPr>
        <w:t>encroachment ha</w:t>
      </w:r>
      <w:r w:rsidR="00CC5DA5">
        <w:rPr>
          <w:color w:val="000000"/>
        </w:rPr>
        <w:t>ve</w:t>
      </w:r>
      <w:r w:rsidR="006E5741" w:rsidRPr="009F5335">
        <w:rPr>
          <w:color w:val="000000"/>
        </w:rPr>
        <w:t xml:space="preserve"> </w:t>
      </w:r>
      <w:r w:rsidR="00AB10DF">
        <w:rPr>
          <w:color w:val="000000"/>
        </w:rPr>
        <w:t>complicated</w:t>
      </w:r>
      <w:r w:rsidR="006E5741" w:rsidRPr="009F5335">
        <w:rPr>
          <w:color w:val="000000"/>
        </w:rPr>
        <w:t xml:space="preserve"> </w:t>
      </w:r>
      <w:r w:rsidR="00CC5DA5">
        <w:rPr>
          <w:color w:val="000000"/>
        </w:rPr>
        <w:t>s</w:t>
      </w:r>
      <w:r w:rsidR="006E5741" w:rsidRPr="009F5335">
        <w:rPr>
          <w:color w:val="000000"/>
        </w:rPr>
        <w:t>teelhead management</w:t>
      </w:r>
      <w:r w:rsidR="009126C9">
        <w:rPr>
          <w:color w:val="000000"/>
        </w:rPr>
        <w:t xml:space="preserve"> by affecting water quality and flow as well as</w:t>
      </w:r>
      <w:r w:rsidR="006E5741" w:rsidRPr="009F5335">
        <w:rPr>
          <w:color w:val="000000"/>
        </w:rPr>
        <w:t xml:space="preserve"> </w:t>
      </w:r>
      <w:r w:rsidR="00B121BC">
        <w:rPr>
          <w:color w:val="000000"/>
        </w:rPr>
        <w:t xml:space="preserve">the </w:t>
      </w:r>
      <w:r w:rsidR="009126C9">
        <w:rPr>
          <w:color w:val="000000"/>
        </w:rPr>
        <w:t xml:space="preserve">existence of riparian </w:t>
      </w:r>
      <w:r w:rsidR="006E5741" w:rsidRPr="009F5335">
        <w:rPr>
          <w:color w:val="000000"/>
        </w:rPr>
        <w:t>habitat.</w:t>
      </w:r>
    </w:p>
    <w:p w:rsidR="007139EC" w:rsidRPr="001963E9" w:rsidRDefault="007139EC" w:rsidP="007139EC">
      <w:pPr>
        <w:rPr>
          <w:u w:val="single"/>
        </w:rPr>
      </w:pPr>
      <w:r w:rsidRPr="001963E9">
        <w:rPr>
          <w:u w:val="single"/>
        </w:rPr>
        <w:t>Applicable Native American Law</w:t>
      </w:r>
    </w:p>
    <w:p w:rsidR="00610B02" w:rsidRDefault="00610B02" w:rsidP="007139EC">
      <w:pPr>
        <w:spacing w:line="480" w:lineRule="auto"/>
        <w:ind w:firstLine="720"/>
      </w:pPr>
    </w:p>
    <w:p w:rsidR="007139EC" w:rsidRDefault="007139EC" w:rsidP="007139EC">
      <w:pPr>
        <w:spacing w:line="480" w:lineRule="auto"/>
        <w:ind w:firstLine="720"/>
      </w:pPr>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w:t>
      </w:r>
      <w:r>
        <w:lastRenderedPageBreak/>
        <w:t>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r>
        <w:t xml:space="preserve">As a doctrinal matter, the States have jurisdiction over </w:t>
      </w:r>
      <w:proofErr w:type="spellStart"/>
      <w:r>
        <w:t>unallotted</w:t>
      </w:r>
      <w:proofErr w:type="spellEnd"/>
      <w:r>
        <w:t xml:space="preserve">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p>
    <w:p w:rsidR="007139EC" w:rsidRDefault="007139EC" w:rsidP="007139EC">
      <w:pPr>
        <w:ind w:left="720" w:right="720"/>
      </w:pPr>
    </w:p>
    <w:p w:rsidR="007139EC" w:rsidRDefault="007139EC" w:rsidP="007139EC">
      <w:pPr>
        <w:spacing w:line="480" w:lineRule="auto"/>
        <w:ind w:firstLine="720"/>
      </w:pPr>
      <w:r>
        <w:lastRenderedPageBreak/>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“[a]s long as retention of the 1863 reservation boundaries is consistent with the terms of the 1893 </w:t>
      </w:r>
      <w:proofErr w:type="gramStart"/>
      <w:r>
        <w:t>Agreement,</w:t>
      </w:r>
      <w:proofErr w:type="gramEnd"/>
      <w:r>
        <w:t xml:space="preserve">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81066C" w:rsidP="007139EC">
      <w:pPr>
        <w:rPr>
          <w:u w:val="single"/>
        </w:rPr>
      </w:pPr>
      <w:r>
        <w:rPr>
          <w:u w:val="single"/>
        </w:rPr>
        <w:t>Contemporary Management Solutions to Historical Problems: Adaptive Governance</w:t>
      </w:r>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r w:rsidR="00CB311C">
        <w:t xml:space="preserve"> </w:t>
      </w:r>
      <w:r>
        <w:t>Additionally, decisions made by one governmental entity may affect the management plan of another. Indeed, in a watershed like Lapwai</w:t>
      </w:r>
      <w:r w:rsidR="00651985">
        <w:t xml:space="preserve"> Creek</w:t>
      </w:r>
      <w:r>
        <w:t xml:space="preserve">, where multiple governments assert jurisdiction, management becomes challenging for several reasons. Not only is there uncertainty </w:t>
      </w:r>
      <w:r>
        <w:lastRenderedPageBreak/>
        <w:t xml:space="preserve">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r w:rsidR="00C47617">
        <w:rPr>
          <w:rStyle w:val="FootnoteReference"/>
        </w:rPr>
        <w:footnoteReference w:id="30"/>
      </w:r>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r w:rsidR="00C47617">
        <w:rPr>
          <w:rStyle w:val="FootnoteReference"/>
        </w:rPr>
        <w:footnoteReference w:id="32"/>
      </w:r>
      <w:r>
        <w:t xml:space="preserve"> These results are incorporated into the next round of incremental management changes.</w:t>
      </w:r>
      <w:r w:rsidR="00C47617">
        <w:rPr>
          <w:rStyle w:val="FootnoteReference"/>
        </w:rPr>
        <w:footnoteReference w:id="33"/>
      </w:r>
      <w:r>
        <w:t xml:space="preserve"> Additionally, adaptive governance also involves management across jurisdictional and agency boundaries.</w:t>
      </w:r>
      <w:r w:rsidR="00C47617">
        <w:rPr>
          <w:rStyle w:val="FootnoteReference"/>
        </w:rPr>
        <w:footnoteReference w:id="34"/>
      </w:r>
      <w:r>
        <w:t xml:space="preserve"> </w:t>
      </w:r>
    </w:p>
    <w:p w:rsidR="00D43B54" w:rsidRDefault="00D43B54" w:rsidP="00D43B54">
      <w:pPr>
        <w:spacing w:line="480" w:lineRule="auto"/>
      </w:pPr>
      <w:r>
        <w:tab/>
        <w:t xml:space="preserve">The complex jurisdictional situation in the Lapwai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Lapwai </w:t>
      </w:r>
      <w:r w:rsidR="00651985">
        <w:t>Creek W</w:t>
      </w:r>
      <w:r>
        <w:t>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lastRenderedPageBreak/>
        <w:t>For example, in Lapwai</w:t>
      </w:r>
      <w:r w:rsidR="00AF12EA">
        <w:t xml:space="preserve"> Creek</w:t>
      </w:r>
      <w:r>
        <w:t xml:space="preserve">, the federal government has acted in ways that affect the watershed as a whole. </w:t>
      </w:r>
      <w:r>
        <w:rPr>
          <w:rFonts w:cs="Times New Roman"/>
          <w:color w:val="000000"/>
        </w:rPr>
        <w:t>Under the Endangered Species Act</w:t>
      </w:r>
      <w:r w:rsidR="0081066C">
        <w:rPr>
          <w:rFonts w:cs="Times New Roman"/>
          <w:color w:val="000000"/>
        </w:rPr>
        <w:t xml:space="preserve"> (ESA)</w:t>
      </w:r>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designated Lapwai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r w:rsidR="00C47617">
        <w:rPr>
          <w:rFonts w:cs="Times New Roman"/>
          <w:color w:val="000000"/>
        </w:rPr>
        <w:t xml:space="preserve">the </w:t>
      </w:r>
      <w:r w:rsidR="0081066C">
        <w:rPr>
          <w:rFonts w:cs="Times New Roman"/>
          <w:color w:val="000000"/>
        </w:rPr>
        <w:t>Federal Emergency Management Agency (</w:t>
      </w:r>
      <w:r>
        <w:t>FEMA</w:t>
      </w:r>
      <w:r w:rsidR="0081066C">
        <w:t>)</w:t>
      </w:r>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rsidR="00BD1224">
        <w:rPr>
          <w:rStyle w:val="FootnoteReference"/>
        </w:rPr>
        <w:footnoteReference w:id="37"/>
      </w:r>
      <w:r>
        <w:t xml:space="preserve"> </w:t>
      </w:r>
      <w:r w:rsidR="0081066C">
        <w:rPr>
          <w:rFonts w:eastAsia="Times New Roman" w:cs="Times New Roman"/>
        </w:rPr>
        <w:t>National Wildlife Federation (</w:t>
      </w:r>
      <w:r>
        <w:t>NWF</w:t>
      </w:r>
      <w:r w:rsidR="0081066C">
        <w:t>)</w:t>
      </w:r>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t>s</w:t>
      </w:r>
      <w:r>
        <w:t>almon.</w:t>
      </w:r>
      <w:r w:rsidR="00985550">
        <w:rPr>
          <w:rStyle w:val="FootnoteReference"/>
        </w:rPr>
        <w:footnoteReference w:id="38"/>
      </w:r>
      <w:r>
        <w:t xml:space="preserve"> While local or tribal governments may recognize the problems created by this scheme, they are powerless to address them. </w:t>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BD1224">
        <w:rPr>
          <w:rFonts w:cs="Times New Roman"/>
          <w:i/>
        </w:rPr>
        <w:t>NWF v. F</w:t>
      </w:r>
      <w:r w:rsidR="006D2472" w:rsidRPr="001963E9">
        <w:rPr>
          <w:rFonts w:cs="Times New Roman"/>
          <w:i/>
        </w:rPr>
        <w:t>EMA</w:t>
      </w:r>
      <w:r w:rsidR="00BD1224">
        <w:rPr>
          <w:rFonts w:cs="Times New Roman"/>
        </w:rPr>
        <w:t>,</w:t>
      </w:r>
      <w:r w:rsidRPr="00D43B54">
        <w:rPr>
          <w:rFonts w:cs="Times New Roman"/>
        </w:rPr>
        <w:t xml:space="preserve"> </w:t>
      </w:r>
      <w:r w:rsidR="00642F64" w:rsidRPr="00D43B54">
        <w:rPr>
          <w:rFonts w:eastAsia="Times New Roman" w:cs="Times New Roman"/>
        </w:rPr>
        <w:t>NWF</w:t>
      </w:r>
      <w:r w:rsidRPr="00D43B54">
        <w:rPr>
          <w:rFonts w:eastAsia="Times New Roman" w:cs="Times New Roman"/>
        </w:rPr>
        <w:t xml:space="preserve"> argued that </w:t>
      </w:r>
      <w:r w:rsidR="0081066C">
        <w:rPr>
          <w:rFonts w:eastAsia="Times New Roman" w:cs="Times New Roman"/>
        </w:rPr>
        <w:t xml:space="preserve">the </w:t>
      </w:r>
      <w:r w:rsidR="00C4720B" w:rsidRPr="00C4720B">
        <w:rPr>
          <w:rFonts w:eastAsia="Times New Roman" w:cs="Times New Roman"/>
          <w:iCs/>
        </w:rPr>
        <w:t>N</w:t>
      </w:r>
      <w:r w:rsidR="00BD1224">
        <w:rPr>
          <w:rFonts w:eastAsia="Times New Roman" w:cs="Times New Roman"/>
          <w:iCs/>
        </w:rPr>
        <w:t>ational Flood Insura</w:t>
      </w:r>
      <w:r w:rsidR="00241F95">
        <w:rPr>
          <w:rFonts w:eastAsia="Times New Roman" w:cs="Times New Roman"/>
          <w:iCs/>
        </w:rPr>
        <w:t>n</w:t>
      </w:r>
      <w:r w:rsidR="00BD1224">
        <w:rPr>
          <w:rFonts w:eastAsia="Times New Roman" w:cs="Times New Roman"/>
          <w:iCs/>
        </w:rPr>
        <w:t>ce Program (N</w:t>
      </w:r>
      <w:r w:rsidR="00C4720B" w:rsidRPr="00C4720B">
        <w:rPr>
          <w:rFonts w:eastAsia="Times New Roman" w:cs="Times New Roman"/>
          <w:iCs/>
        </w:rPr>
        <w:t>FIP</w:t>
      </w:r>
      <w:r w:rsidR="00BD1224">
        <w:rPr>
          <w:rFonts w:eastAsia="Times New Roman" w:cs="Times New Roman"/>
          <w:iCs/>
        </w:rPr>
        <w:t>)</w:t>
      </w:r>
      <w:r w:rsidR="00C4720B" w:rsidRPr="00C4720B">
        <w:rPr>
          <w:rFonts w:eastAsia="Times New Roman" w:cs="Times New Roman"/>
          <w:iCs/>
        </w:rPr>
        <w:t xml:space="preserve">, as currently implemented by FEMA, </w:t>
      </w:r>
      <w:r w:rsidR="00642F64">
        <w:rPr>
          <w:rFonts w:eastAsia="Times New Roman" w:cs="Times New Roman"/>
          <w:iCs/>
        </w:rPr>
        <w:t>could</w:t>
      </w:r>
      <w:r w:rsidR="00C4720B" w:rsidRPr="00C4720B">
        <w:rPr>
          <w:rFonts w:eastAsia="Times New Roman" w:cs="Times New Roman"/>
          <w:iCs/>
        </w:rPr>
        <w:t xml:space="preserve"> result in increased development in flood-prone areas</w:t>
      </w:r>
      <w:r w:rsidR="00642F64">
        <w:rPr>
          <w:rFonts w:eastAsia="Times New Roman" w:cs="Times New Roman"/>
          <w:iCs/>
        </w:rPr>
        <w:t xml:space="preserve">, resulting in functional floodplain impairment </w:t>
      </w:r>
      <w:r w:rsidR="00C4720B" w:rsidRPr="00C4720B">
        <w:rPr>
          <w:rFonts w:eastAsia="Times New Roman" w:cs="Times New Roman"/>
          <w:iCs/>
        </w:rPr>
        <w:t>of salmon bearing waters</w:t>
      </w:r>
      <w:r w:rsidR="00291EA8">
        <w:rPr>
          <w:rFonts w:eastAsia="Times New Roman" w:cs="Times New Roman"/>
          <w:iCs/>
        </w:rPr>
        <w:t>.</w:t>
      </w:r>
      <w:r w:rsidR="00F150DF">
        <w:rPr>
          <w:rStyle w:val="FootnoteReference"/>
          <w:rFonts w:eastAsia="Times New Roman" w:cs="Times New Roman"/>
          <w:iCs/>
        </w:rPr>
        <w:footnoteReference w:id="39"/>
      </w:r>
      <w:r w:rsidRPr="00D43B54">
        <w:rPr>
          <w:rFonts w:eastAsia="Times New Roman" w:cs="Times New Roman"/>
          <w:iCs/>
        </w:rPr>
        <w:t xml:space="preserve"> A Biological Opinion filed by </w:t>
      </w:r>
      <w:r w:rsidR="0081066C">
        <w:rPr>
          <w:rFonts w:eastAsia="Times New Roman" w:cs="Times New Roman"/>
          <w:iCs/>
        </w:rPr>
        <w:t>National Marine Fisheries Service (</w:t>
      </w:r>
      <w:r w:rsidRPr="00D43B54">
        <w:rPr>
          <w:rFonts w:eastAsia="Times New Roman" w:cs="Times New Roman"/>
          <w:iCs/>
        </w:rPr>
        <w:t>NMFS</w:t>
      </w:r>
      <w:r w:rsidR="0081066C">
        <w:rPr>
          <w:rFonts w:eastAsia="Times New Roman" w:cs="Times New Roman"/>
          <w:iCs/>
        </w:rPr>
        <w:t>)</w:t>
      </w:r>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r w:rsidR="00DC3943">
        <w:rPr>
          <w:rFonts w:cs="Times New Roman"/>
        </w:rPr>
        <w:t>anadromous</w:t>
      </w:r>
      <w:proofErr w:type="spellEnd"/>
      <w:r w:rsidR="00DC3943">
        <w:rPr>
          <w:rFonts w:cs="Times New Roman"/>
        </w:rPr>
        <w:t xml:space="preserve"> populations</w:t>
      </w:r>
      <w:r w:rsidRPr="00D43B54">
        <w:rPr>
          <w:rFonts w:cs="Times New Roman"/>
        </w:rPr>
        <w:t>: P</w:t>
      </w:r>
      <w:r w:rsidR="00B54648">
        <w:rPr>
          <w:rFonts w:cs="Times New Roman"/>
        </w:rPr>
        <w:t>uget Sound</w:t>
      </w:r>
      <w:r w:rsidRPr="00D43B54">
        <w:rPr>
          <w:rFonts w:cs="Times New Roman"/>
        </w:rPr>
        <w:t xml:space="preserve"> </w:t>
      </w:r>
      <w:r w:rsidRPr="00D43B54">
        <w:rPr>
          <w:rFonts w:cs="Times New Roman"/>
        </w:rPr>
        <w:lastRenderedPageBreak/>
        <w:t>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BD1224">
        <w:rPr>
          <w:rStyle w:val="FootnoteReference"/>
          <w:rFonts w:cs="Times New Roman"/>
        </w:rPr>
        <w:footnoteReference w:id="40"/>
      </w:r>
      <w:r w:rsidRPr="00D43B54">
        <w:rPr>
          <w:rFonts w:cs="Times New Roman"/>
        </w:rPr>
        <w:t xml:space="preserve"> Similar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populations that reside there. </w:t>
      </w:r>
    </w:p>
    <w:p w:rsidR="00D43B54" w:rsidRPr="00D43B54" w:rsidRDefault="001E0383" w:rsidP="00D43B54">
      <w:pPr>
        <w:spacing w:line="480" w:lineRule="auto"/>
        <w:ind w:firstLine="720"/>
        <w:rPr>
          <w:rFonts w:cs="Times New Roman"/>
        </w:rPr>
      </w:pPr>
      <w:r w:rsidRPr="00B240E1">
        <w:rPr>
          <w:rFonts w:cs="Times New Roman"/>
        </w:rPr>
        <w:t>Steelhead</w:t>
      </w:r>
      <w:r w:rsidR="00D43B54" w:rsidRPr="00D43B54">
        <w:rPr>
          <w:rFonts w:cs="Times New Roman"/>
        </w:rPr>
        <w:t xml:space="preserve"> </w:t>
      </w:r>
      <w:r w:rsidR="00B240E1">
        <w:rPr>
          <w:rFonts w:cs="Times New Roman"/>
        </w:rPr>
        <w:t xml:space="preserve">is </w:t>
      </w:r>
      <w:r w:rsidR="00642F64">
        <w:rPr>
          <w:rFonts w:cs="Times New Roman"/>
        </w:rPr>
        <w:t>a</w:t>
      </w:r>
      <w:r w:rsidR="00D43B54" w:rsidRPr="00D43B54">
        <w:rPr>
          <w:rFonts w:cs="Times New Roman"/>
        </w:rPr>
        <w:t xml:space="preserve"> historic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w:t>
      </w:r>
      <w:r w:rsidR="00985550">
        <w:rPr>
          <w:rFonts w:cs="Times New Roman"/>
        </w:rPr>
        <w:t>s</w:t>
      </w:r>
      <w:r w:rsidR="00D43B54" w:rsidRPr="00D43B54">
        <w:rPr>
          <w:rFonts w:cs="Times New Roman"/>
        </w:rPr>
        <w:t>teelhead distinct population segment (DPS) with Lapwai Creek designated as critical habitat.</w:t>
      </w:r>
      <w:r w:rsidR="002C438F">
        <w:rPr>
          <w:rStyle w:val="FootnoteReference"/>
          <w:rFonts w:cs="Times New Roman"/>
        </w:rPr>
        <w:footnoteReference w:id="41"/>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642F64">
        <w:rPr>
          <w:rFonts w:cs="Times New Roman"/>
        </w:rPr>
        <w:t>s</w:t>
      </w:r>
      <w:r w:rsidR="00642F64" w:rsidRPr="00642F64">
        <w:rPr>
          <w:rFonts w:cs="Times New Roman"/>
        </w:rPr>
        <w:t>teelhead</w:t>
      </w:r>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r w:rsidR="00642F64">
        <w:rPr>
          <w:rFonts w:cs="Times New Roman"/>
        </w:rPr>
        <w:t>s</w:t>
      </w:r>
      <w:r w:rsidR="00642F64" w:rsidRPr="00642F64">
        <w:rPr>
          <w:rFonts w:cs="Times New Roman"/>
        </w:rPr>
        <w:t>teelhead</w:t>
      </w:r>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42"/>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642F64">
        <w:rPr>
          <w:rFonts w:cs="Times New Roman"/>
        </w:rPr>
        <w:t>s</w:t>
      </w:r>
      <w:r w:rsidR="00642F64" w:rsidRPr="00642F64">
        <w:rPr>
          <w:rFonts w:cs="Times New Roman"/>
        </w:rPr>
        <w:t>teelhead</w:t>
      </w:r>
      <w:r w:rsidR="00CD69A3">
        <w:rPr>
          <w:rFonts w:cs="Times New Roman"/>
        </w:rPr>
        <w:t xml:space="preserve"> because it is</w:t>
      </w:r>
      <w:r w:rsidR="00B54648">
        <w:rPr>
          <w:rFonts w:cs="Times New Roman"/>
        </w:rPr>
        <w:t xml:space="preserve"> an </w:t>
      </w:r>
      <w:proofErr w:type="spellStart"/>
      <w:r w:rsidR="00B54648">
        <w:rPr>
          <w:rFonts w:cs="Times New Roman"/>
        </w:rPr>
        <w:t>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w:t>
      </w:r>
      <w:proofErr w:type="spellEnd"/>
      <w:r w:rsidR="00B54648">
        <w:rPr>
          <w:rFonts w:cs="Times New Roman"/>
        </w:rPr>
        <w:t xml:space="preserve"> species</w:t>
      </w:r>
      <w:r w:rsidR="00D43B54" w:rsidRPr="00D43B54">
        <w:rPr>
          <w:rFonts w:cs="Times New Roman"/>
        </w:rPr>
        <w:t xml:space="preserve">. These human-based complexities need to be overcome in order to properly protect the </w:t>
      </w:r>
      <w:r w:rsidR="00642F64">
        <w:rPr>
          <w:rFonts w:cs="Times New Roman"/>
        </w:rPr>
        <w:t>s</w:t>
      </w:r>
      <w:r w:rsidR="00642F64" w:rsidRPr="00642F64">
        <w:rPr>
          <w:rFonts w:cs="Times New Roman"/>
        </w:rPr>
        <w:t>teelhead</w:t>
      </w:r>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r w:rsidR="00B54648">
        <w:rPr>
          <w:rFonts w:cs="Times New Roman"/>
        </w:rPr>
        <w:t>from</w:t>
      </w:r>
      <w:r w:rsidR="00B54648" w:rsidRPr="00D43B54">
        <w:rPr>
          <w:rFonts w:cs="Times New Roman"/>
        </w:rPr>
        <w:t xml:space="preserve"> </w:t>
      </w:r>
      <w:r w:rsidRPr="00D43B54">
        <w:rPr>
          <w:rFonts w:cs="Times New Roman"/>
        </w:rPr>
        <w:t xml:space="preserve">upland areas dominated by dry land agriculture while grazing </w:t>
      </w:r>
      <w:r w:rsidRPr="00D43B54">
        <w:rPr>
          <w:rFonts w:cs="Times New Roman"/>
        </w:rPr>
        <w:lastRenderedPageBreak/>
        <w:t>and logging activities are prevalent throughout the headwaters and canyons.</w:t>
      </w:r>
      <w:r w:rsidR="00972C81">
        <w:rPr>
          <w:rStyle w:val="FootnoteReference"/>
          <w:rFonts w:cs="Times New Roman"/>
        </w:rPr>
        <w:footnoteReference w:id="43"/>
      </w:r>
      <w:r w:rsidR="00972C81">
        <w:rPr>
          <w:rFonts w:cs="Times New Roman"/>
        </w:rPr>
        <w:t xml:space="preserve"> </w:t>
      </w:r>
      <w:r w:rsidR="00CD69A3">
        <w:rPr>
          <w:rFonts w:cs="Times New Roman"/>
        </w:rPr>
        <w:t xml:space="preserve">The </w:t>
      </w:r>
      <w:proofErr w:type="spellStart"/>
      <w:r w:rsidR="00CD69A3">
        <w:rPr>
          <w:rFonts w:cs="Times New Roman"/>
        </w:rPr>
        <w:t>Lap</w:t>
      </w:r>
      <w:r w:rsidRPr="00D43B54">
        <w:rPr>
          <w:rFonts w:cs="Times New Roman"/>
        </w:rPr>
        <w:t>wai</w:t>
      </w:r>
      <w:proofErr w:type="spellEnd"/>
      <w:r w:rsidRPr="00D43B54">
        <w:rPr>
          <w:rFonts w:cs="Times New Roman"/>
        </w:rPr>
        <w:t xml:space="preserve"> Creek </w:t>
      </w:r>
      <w:proofErr w:type="spellStart"/>
      <w:r w:rsidR="007622BB" w:rsidRPr="00D43B54">
        <w:rPr>
          <w:rFonts w:cs="Times New Roman"/>
        </w:rPr>
        <w:t>mainstem</w:t>
      </w:r>
      <w:proofErr w:type="spellEnd"/>
      <w:r w:rsidRPr="00D43B54">
        <w:rPr>
          <w:rFonts w:cs="Times New Roman"/>
        </w:rPr>
        <w:t xml:space="preserve"> is fed by the tributaries of Mission, Sweetwater, Webb, and Tom </w:t>
      </w:r>
      <w:proofErr w:type="spellStart"/>
      <w:r w:rsidRPr="00D43B54">
        <w:rPr>
          <w:rFonts w:cs="Times New Roman"/>
        </w:rPr>
        <w:t>Beall</w:t>
      </w:r>
      <w:proofErr w:type="spellEnd"/>
      <w:r w:rsidRPr="00D43B54">
        <w:rPr>
          <w:rFonts w:cs="Times New Roman"/>
        </w:rPr>
        <w:t xml:space="preserve"> </w:t>
      </w:r>
      <w:r w:rsidR="00B54648">
        <w:rPr>
          <w:rFonts w:cs="Times New Roman"/>
        </w:rPr>
        <w:t>c</w:t>
      </w:r>
      <w:r w:rsidRPr="00D43B54">
        <w:rPr>
          <w:rFonts w:cs="Times New Roman"/>
        </w:rPr>
        <w:t>reeks.</w:t>
      </w:r>
      <w:r w:rsidR="00972C81">
        <w:rPr>
          <w:rStyle w:val="FootnoteReference"/>
          <w:rFonts w:cs="Times New Roman"/>
        </w:rPr>
        <w:footnoteReference w:id="44"/>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01216D">
        <w:rPr>
          <w:rFonts w:cs="Times New Roman"/>
        </w:rPr>
        <w:t>,</w:t>
      </w:r>
      <w:r w:rsidR="00D43B54" w:rsidRPr="00D43B54">
        <w:rPr>
          <w:rFonts w:cs="Times New Roman"/>
        </w:rPr>
        <w:t xml:space="preserve"> affecting the native and migratory </w:t>
      </w:r>
      <w:r w:rsidR="00642F64">
        <w:rPr>
          <w:rFonts w:cs="Times New Roman"/>
        </w:rPr>
        <w:t>s</w:t>
      </w:r>
      <w:r w:rsidR="00642F64" w:rsidRPr="00642F64">
        <w:rPr>
          <w:rFonts w:cs="Times New Roman"/>
        </w:rPr>
        <w:t>teelhead</w:t>
      </w:r>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5"/>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46"/>
      </w:r>
      <w:r w:rsidR="00D43B54" w:rsidRPr="00D43B54">
        <w:rPr>
          <w:rFonts w:cs="Times New Roman"/>
        </w:rPr>
        <w:t xml:space="preserve"> The alterations to the landscape, and various land uses provide a unique set of circumstances, which contributes to highly </w:t>
      </w:r>
      <w:proofErr w:type="gramStart"/>
      <w:r w:rsidR="00D43B54" w:rsidRPr="00D43B54">
        <w:rPr>
          <w:rFonts w:cs="Times New Roman"/>
        </w:rPr>
        <w:t>degrade</w:t>
      </w:r>
      <w:r w:rsidR="00F207A1">
        <w:rPr>
          <w:rFonts w:cs="Times New Roman"/>
        </w:rPr>
        <w:t>d</w:t>
      </w:r>
      <w:proofErr w:type="gramEnd"/>
      <w:r w:rsidR="00D43B54" w:rsidRPr="00D43B54">
        <w:rPr>
          <w:rFonts w:cs="Times New Roman"/>
        </w:rPr>
        <w:t xml:space="preserve"> aquatic conditions throughout the watershed.</w:t>
      </w:r>
      <w:r>
        <w:rPr>
          <w:rStyle w:val="FootnoteReference"/>
          <w:rFonts w:cs="Times New Roman"/>
        </w:rPr>
        <w:footnoteReference w:id="47"/>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r w:rsidR="00642F64">
        <w:rPr>
          <w:rFonts w:cs="Times New Roman"/>
        </w:rPr>
        <w:t>s</w:t>
      </w:r>
      <w:r w:rsidR="00642F64" w:rsidRPr="00642F64">
        <w:rPr>
          <w:rFonts w:cs="Times New Roman"/>
        </w:rPr>
        <w:t>teelhead</w:t>
      </w:r>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8"/>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9"/>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w:t>
      </w:r>
      <w:r w:rsidRPr="00D43B54">
        <w:rPr>
          <w:rFonts w:cs="Times New Roman"/>
        </w:rPr>
        <w:lastRenderedPageBreak/>
        <w:t xml:space="preserve">but we will touch on </w:t>
      </w:r>
      <w:r w:rsidR="00F207A1">
        <w:rPr>
          <w:rFonts w:cs="Times New Roman"/>
        </w:rPr>
        <w:t xml:space="preserve">just </w:t>
      </w:r>
      <w:r w:rsidRPr="00D43B54">
        <w:rPr>
          <w:rFonts w:cs="Times New Roman"/>
        </w:rPr>
        <w:t>two here.  First, communities that participate in the NFIP must comply with the NFIP’s minimum floodplain management criteria, which permit development in the floodplain as long as structures are placed on fill or stem walls at or above the base flood elevation</w:t>
      </w:r>
      <w:r w:rsidR="00AD092D">
        <w:rPr>
          <w:rFonts w:cs="Times New Roman"/>
        </w:rPr>
        <w:t xml:space="preserve"> (</w:t>
      </w:r>
      <w:r w:rsidRPr="00D43B54">
        <w:rPr>
          <w:rFonts w:cs="Times New Roman"/>
        </w:rPr>
        <w:t>BFE</w:t>
      </w:r>
      <w:r w:rsidR="00AD092D">
        <w:rPr>
          <w:rFonts w:cs="Times New Roman"/>
        </w:rPr>
        <w:t>)</w:t>
      </w:r>
      <w:r w:rsidRPr="00D43B54">
        <w:rPr>
          <w:rFonts w:cs="Times New Roman"/>
        </w:rPr>
        <w:t>.</w:t>
      </w:r>
      <w:r w:rsidR="00073263">
        <w:rPr>
          <w:rStyle w:val="FootnoteReference"/>
          <w:rFonts w:cs="Times New Roman"/>
        </w:rPr>
        <w:footnoteReference w:id="50"/>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073263">
        <w:rPr>
          <w:rStyle w:val="FootnoteReference"/>
          <w:rFonts w:cs="Times New Roman"/>
        </w:rPr>
        <w:footnoteReference w:id="51"/>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00642F64">
        <w:rPr>
          <w:rFonts w:cs="Times New Roman"/>
        </w:rPr>
        <w:t>s</w:t>
      </w:r>
      <w:r w:rsidR="00642F64" w:rsidRPr="00642F64">
        <w:rPr>
          <w:rFonts w:cs="Times New Roman"/>
        </w:rPr>
        <w:t>teelhead</w:t>
      </w:r>
      <w:r w:rsidRPr="00D43B54">
        <w:rPr>
          <w:rFonts w:cs="Times New Roman"/>
        </w:rPr>
        <w:t xml:space="preserve">. Five primary factors that affect the ability to maintain a viable population of </w:t>
      </w:r>
      <w:r w:rsidR="00642F64">
        <w:rPr>
          <w:rFonts w:cs="Times New Roman"/>
        </w:rPr>
        <w:t>s</w:t>
      </w:r>
      <w:r w:rsidR="00642F64" w:rsidRPr="00642F64">
        <w:rPr>
          <w:rFonts w:cs="Times New Roman"/>
        </w:rPr>
        <w:t>teelhead</w:t>
      </w:r>
      <w:r w:rsidRPr="00D43B54">
        <w:rPr>
          <w:rFonts w:cs="Times New Roman"/>
        </w:rPr>
        <w:t xml:space="preserve"> in the Lapwai </w:t>
      </w:r>
      <w:r w:rsidR="00F207A1">
        <w:rPr>
          <w:rFonts w:cs="Times New Roman"/>
        </w:rPr>
        <w:t>Creek W</w:t>
      </w:r>
      <w:r w:rsidRPr="00D43B54">
        <w:rPr>
          <w:rFonts w:cs="Times New Roman"/>
        </w:rPr>
        <w:t xml:space="preserve">atershed were identified in this document: “high summer </w:t>
      </w:r>
      <w:proofErr w:type="spellStart"/>
      <w:r w:rsidRPr="00D43B54">
        <w:rPr>
          <w:rFonts w:cs="Times New Roman"/>
        </w:rPr>
        <w:t>instream</w:t>
      </w:r>
      <w:proofErr w:type="spellEnd"/>
      <w:r w:rsidRPr="00D43B54">
        <w:rPr>
          <w:rFonts w:cs="Times New Roman"/>
        </w:rPr>
        <w:t xml:space="preserve"> temperatures, excessive sedimentation, loss or disturbance of riparian habitats, changes in vegetative structure, and alteration of </w:t>
      </w:r>
      <w:r w:rsidRPr="00D43B54">
        <w:rPr>
          <w:rFonts w:cs="Times New Roman"/>
        </w:rPr>
        <w:lastRenderedPageBreak/>
        <w:t>environmental processes</w:t>
      </w:r>
      <w:r w:rsidR="00073263">
        <w:rPr>
          <w:rFonts w:cs="Times New Roman"/>
        </w:rPr>
        <w:t>.”</w:t>
      </w:r>
      <w:r w:rsidR="00073263">
        <w:rPr>
          <w:rStyle w:val="FootnoteReference"/>
          <w:rFonts w:cs="Times New Roman"/>
        </w:rPr>
        <w:footnoteReference w:id="52"/>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53"/>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4"/>
      </w:r>
      <w:r w:rsidRPr="00D43B54">
        <w:rPr>
          <w:rFonts w:cs="Times New Roman"/>
        </w:rPr>
        <w:t xml:space="preserve"> Decreasing the sediment load in the stream will create better habitat for </w:t>
      </w:r>
      <w:r w:rsidR="00642F64">
        <w:rPr>
          <w:rFonts w:cs="Times New Roman"/>
        </w:rPr>
        <w:t>s</w:t>
      </w:r>
      <w:r w:rsidR="00642F64" w:rsidRPr="00642F64">
        <w:rPr>
          <w:rFonts w:cs="Times New Roman"/>
        </w:rPr>
        <w:t>teelhead</w:t>
      </w:r>
      <w:r w:rsidR="00642F64">
        <w:rPr>
          <w:rFonts w:cs="Times New Roman"/>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r w:rsidR="00073263">
        <w:rPr>
          <w:rFonts w:cs="Times New Roman"/>
        </w:rPr>
        <w:t>.</w:t>
      </w:r>
      <w:r w:rsidR="00073263">
        <w:rPr>
          <w:rStyle w:val="FootnoteReference"/>
          <w:rFonts w:cs="Times New Roman"/>
        </w:rPr>
        <w:footnoteReference w:id="55"/>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w:t>
      </w:r>
      <w:r w:rsidR="009A6523">
        <w:rPr>
          <w:rFonts w:cs="Times New Roman"/>
        </w:rPr>
        <w:t xml:space="preserve">Best management practices are soil conservation measures that provide water quality benefits while still being economically viable to the farmer. </w:t>
      </w:r>
      <w:r w:rsidRPr="00D43B54">
        <w:rPr>
          <w:rFonts w:cs="Times New Roman"/>
        </w:rPr>
        <w:t xml:space="preserve">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9E3564" w:rsidRDefault="009E3564" w:rsidP="00073263">
      <w:pPr>
        <w:spacing w:line="480" w:lineRule="auto"/>
        <w:rPr>
          <w:rFonts w:cs="Times New Roman"/>
          <w:b/>
        </w:rPr>
      </w:pPr>
    </w:p>
    <w:p w:rsidR="009E3564" w:rsidRDefault="009E3564" w:rsidP="00073263">
      <w:pPr>
        <w:spacing w:line="480" w:lineRule="auto"/>
        <w:rPr>
          <w:rFonts w:cs="Times New Roman"/>
          <w:b/>
        </w:rPr>
      </w:pPr>
    </w:p>
    <w:p w:rsidR="00073263" w:rsidRDefault="009B1D59" w:rsidP="00073263">
      <w:pPr>
        <w:spacing w:line="480" w:lineRule="auto"/>
        <w:rPr>
          <w:rFonts w:cs="Times New Roman"/>
          <w:b/>
        </w:rPr>
      </w:pPr>
      <w:r>
        <w:rPr>
          <w:rFonts w:cs="Times New Roman"/>
          <w:b/>
        </w:rPr>
        <w:lastRenderedPageBreak/>
        <w:t xml:space="preserve">Section III: </w:t>
      </w:r>
      <w:r w:rsidR="00073263">
        <w:rPr>
          <w:rFonts w:cs="Times New Roman"/>
          <w:b/>
        </w:rPr>
        <w:t>Solutions</w:t>
      </w:r>
      <w:r>
        <w:rPr>
          <w:rFonts w:cs="Times New Roman"/>
          <w:b/>
        </w:rPr>
        <w:t xml:space="preserve"> to the Lapwai Creek Watershed Problem</w:t>
      </w:r>
    </w:p>
    <w:p w:rsidR="00073263" w:rsidRPr="006C7817" w:rsidRDefault="00073263" w:rsidP="009900C7">
      <w:pPr>
        <w:spacing w:line="480" w:lineRule="auto"/>
        <w:ind w:firstLine="720"/>
      </w:pPr>
      <w:r>
        <w:t>While the complex jurisdictional situation in the Lapwai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073263" w:rsidRDefault="00C47617" w:rsidP="00073263">
      <w:pPr>
        <w:spacing w:line="480" w:lineRule="auto"/>
        <w:ind w:firstLine="720"/>
        <w:rPr>
          <w:rFonts w:cs="Times New Roman"/>
          <w:color w:val="000000"/>
        </w:rPr>
      </w:pPr>
      <w:r>
        <w:rPr>
          <w:rFonts w:cs="Times New Roman"/>
          <w:color w:val="000000"/>
        </w:rPr>
        <w:t>Indeed, i</w:t>
      </w:r>
      <w:r w:rsidR="00073263">
        <w:rPr>
          <w:rFonts w:cs="Times New Roman"/>
          <w:color w:val="000000"/>
        </w:rPr>
        <w:t xml:space="preserve">n assessments of the Lapwai Creek community, interviewees have expressed </w:t>
      </w:r>
      <w:r w:rsidR="00241F95">
        <w:rPr>
          <w:rFonts w:cs="Times New Roman"/>
          <w:color w:val="000000"/>
        </w:rPr>
        <w:t>i</w:t>
      </w:r>
      <w:r w:rsidR="00073263">
        <w:rPr>
          <w:rFonts w:cs="Times New Roman"/>
          <w:color w:val="000000"/>
        </w:rPr>
        <w:t>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6"/>
      </w:r>
      <w:r>
        <w:rPr>
          <w:rFonts w:cs="Times New Roman"/>
          <w:color w:val="000000"/>
        </w:rPr>
        <w:t xml:space="preserve"> By fostering stronger working relationships, the stakeholder will work toward </w:t>
      </w:r>
      <w:r w:rsidR="00000ED3">
        <w:rPr>
          <w:rFonts w:cs="Times New Roman"/>
          <w:color w:val="000000"/>
        </w:rPr>
        <w:t>developing</w:t>
      </w:r>
      <w:r>
        <w:rPr>
          <w:rFonts w:cs="Times New Roman"/>
          <w:color w:val="000000"/>
        </w:rPr>
        <w:t xml:space="preserve"> adaptive governance within the Lapwai Creek </w:t>
      </w:r>
      <w:r w:rsidR="00B0329B">
        <w:rPr>
          <w:rFonts w:cs="Times New Roman"/>
          <w:color w:val="000000"/>
        </w:rPr>
        <w:t>W</w:t>
      </w:r>
      <w:r>
        <w:rPr>
          <w:rFonts w:cs="Times New Roman"/>
          <w:color w:val="000000"/>
        </w:rPr>
        <w:t>atershed</w:t>
      </w:r>
      <w:r w:rsidR="00F7623D">
        <w:rPr>
          <w:rFonts w:cs="Times New Roman"/>
          <w:color w:val="000000"/>
        </w:rPr>
        <w:t xml:space="preserve">. Ultimately, </w:t>
      </w:r>
      <w:r w:rsidR="00B0329B">
        <w:rPr>
          <w:rFonts w:cs="Times New Roman"/>
          <w:color w:val="000000"/>
        </w:rPr>
        <w:t xml:space="preserve">application of </w:t>
      </w:r>
      <w:r w:rsidR="00F7623D">
        <w:rPr>
          <w:rFonts w:cs="Times New Roman"/>
          <w:color w:val="000000"/>
        </w:rPr>
        <w:t>adaptive governance will allow stakeholders to fully utilize the many resources within the watershed</w:t>
      </w:r>
      <w:r w:rsidR="00FF76DE">
        <w:rPr>
          <w:rFonts w:cs="Times New Roman"/>
          <w:color w:val="000000"/>
        </w:rPr>
        <w:t xml:space="preserve"> with minimal impact</w:t>
      </w:r>
      <w:r w:rsidR="00F7623D">
        <w:rPr>
          <w:rFonts w:cs="Times New Roman"/>
          <w:color w:val="000000"/>
        </w:rPr>
        <w:t xml:space="preserve">. When </w:t>
      </w:r>
      <w:r>
        <w:rPr>
          <w:rFonts w:cs="Times New Roman"/>
          <w:color w:val="000000"/>
        </w:rPr>
        <w:t xml:space="preserve">resources are </w:t>
      </w:r>
      <w:r w:rsidR="00F7623D">
        <w:rPr>
          <w:rFonts w:cs="Times New Roman"/>
          <w:color w:val="000000"/>
        </w:rPr>
        <w:t>fully utilized</w:t>
      </w:r>
      <w:r>
        <w:rPr>
          <w:rFonts w:cs="Times New Roman"/>
          <w:color w:val="000000"/>
        </w:rPr>
        <w:t xml:space="preserve">, the overall resilience of watershed </w:t>
      </w:r>
      <w:r w:rsidR="00F7623D">
        <w:rPr>
          <w:rFonts w:cs="Times New Roman"/>
          <w:color w:val="000000"/>
        </w:rPr>
        <w:t xml:space="preserve">governance will increase. </w:t>
      </w:r>
    </w:p>
    <w:p w:rsidR="009E3564" w:rsidRDefault="009E3564" w:rsidP="00F7623D">
      <w:pPr>
        <w:spacing w:line="480" w:lineRule="auto"/>
        <w:rPr>
          <w:rFonts w:cs="Times New Roman"/>
          <w:color w:val="000000"/>
          <w:u w:val="single"/>
        </w:rPr>
      </w:pPr>
    </w:p>
    <w:p w:rsidR="00F7623D" w:rsidRPr="009E3564" w:rsidRDefault="00F7623D" w:rsidP="00F7623D">
      <w:pPr>
        <w:spacing w:line="480" w:lineRule="auto"/>
        <w:rPr>
          <w:rFonts w:cs="Times New Roman"/>
          <w:b/>
          <w:color w:val="000000"/>
        </w:rPr>
      </w:pPr>
      <w:r w:rsidRPr="009E3564">
        <w:rPr>
          <w:rFonts w:cs="Times New Roman"/>
          <w:b/>
          <w:color w:val="000000"/>
        </w:rPr>
        <w:lastRenderedPageBreak/>
        <w:t>Conclusion</w:t>
      </w:r>
    </w:p>
    <w:p w:rsidR="00000ED3" w:rsidRDefault="00F7623D" w:rsidP="00F7623D">
      <w:pPr>
        <w:spacing w:line="480" w:lineRule="auto"/>
        <w:ind w:firstLine="720"/>
        <w:rPr>
          <w:rFonts w:cs="Times New Roman"/>
          <w:color w:val="000000"/>
        </w:rPr>
      </w:pPr>
      <w:r>
        <w:rPr>
          <w:rFonts w:cs="Times New Roman"/>
          <w:color w:val="000000"/>
        </w:rPr>
        <w:t xml:space="preserve">By approaching the Lapwai Creek </w:t>
      </w:r>
      <w:r w:rsidR="00B0329B">
        <w:rPr>
          <w:rFonts w:cs="Times New Roman"/>
          <w:color w:val="000000"/>
        </w:rPr>
        <w:t>W</w:t>
      </w:r>
      <w:r>
        <w:rPr>
          <w:rFonts w:cs="Times New Roman"/>
          <w:color w:val="000000"/>
        </w:rPr>
        <w:t xml:space="preserve">atershed problem from an interdisciplinary perspective, we developed our individual abilities to work across disciplines and to work within a multi-disciplinary group. Additionally, by recognizing that we each had certain disciplinary biases, we </w:t>
      </w:r>
      <w:r w:rsidR="00000ED3">
        <w:rPr>
          <w:rFonts w:cs="Times New Roman"/>
          <w:color w:val="000000"/>
        </w:rPr>
        <w:t>were able to</w:t>
      </w:r>
      <w:r w:rsidR="00FF76DE">
        <w:rPr>
          <w:rFonts w:cs="Times New Roman"/>
          <w:color w:val="000000"/>
        </w:rPr>
        <w:t xml:space="preserve"> put these biases aside and</w:t>
      </w:r>
      <w:r w:rsidR="00000ED3">
        <w:rPr>
          <w:rFonts w:cs="Times New Roman"/>
          <w:color w:val="000000"/>
        </w:rPr>
        <w:t xml:space="preserve"> work together to develop an interdisciplinary product. Because we regularly communicated verbally and through paper drafts, we taught each other about our disciplines</w:t>
      </w:r>
      <w:r w:rsidR="00FF76DE">
        <w:rPr>
          <w:rFonts w:cs="Times New Roman"/>
          <w:color w:val="000000"/>
        </w:rPr>
        <w:t xml:space="preserve"> and were able</w:t>
      </w:r>
      <w:r w:rsidR="00000ED3">
        <w:rPr>
          <w:rFonts w:cs="Times New Roman"/>
          <w:color w:val="000000"/>
        </w:rPr>
        <w:t xml:space="preserve"> to help one another achieve interdisciplinary adequacy. Ultimately, our communication resulted in the ability of any one group member to articulate the entire project and proposed solution. </w:t>
      </w:r>
    </w:p>
    <w:p w:rsidR="00D17432" w:rsidRPr="009B1D59" w:rsidRDefault="00000ED3" w:rsidP="00AC739A">
      <w:pPr>
        <w:spacing w:line="480" w:lineRule="auto"/>
        <w:ind w:firstLine="720"/>
        <w:rPr>
          <w:rFonts w:cs="Times New Roman"/>
          <w:b/>
        </w:rPr>
      </w:pPr>
      <w:r>
        <w:rPr>
          <w:rFonts w:cs="Times New Roman"/>
          <w:color w:val="000000"/>
        </w:rPr>
        <w:t>We determined that because of the social, legal, and ecological history of Lapwai Creek, the watershed is managed by stakeholders with many resources but without many relationships. By considering this problem through the lens of adaptive governance theory, we decided that an approach to remedy this disconnect includes developing adaptive management schemes within the watershed, something to which stakeholders are already receptive.</w:t>
      </w:r>
    </w:p>
    <w:sectPr w:rsidR="00D17432" w:rsidRPr="009B1D59" w:rsidSect="00AC739A">
      <w:headerReference w:type="even" r:id="rId9"/>
      <w:headerReference w:type="default" r:id="rId10"/>
      <w:pgSz w:w="12240" w:h="15840"/>
      <w:pgMar w:top="1440" w:right="1440" w:bottom="10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FF3" w:rsidRDefault="00100FF3" w:rsidP="00DD0CFD">
      <w:r>
        <w:separator/>
      </w:r>
    </w:p>
  </w:endnote>
  <w:endnote w:type="continuationSeparator" w:id="0">
    <w:p w:rsidR="00100FF3" w:rsidRDefault="00100FF3" w:rsidP="00DD0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FF3" w:rsidRDefault="00100FF3" w:rsidP="00DD0CFD">
      <w:r>
        <w:separator/>
      </w:r>
    </w:p>
  </w:footnote>
  <w:footnote w:type="continuationSeparator" w:id="0">
    <w:p w:rsidR="00100FF3" w:rsidRDefault="00100FF3" w:rsidP="00DD0CFD">
      <w:r>
        <w:continuationSeparator/>
      </w:r>
    </w:p>
  </w:footnote>
  <w:footnote w:id="1">
    <w:p w:rsidR="0001216D" w:rsidRDefault="0001216D">
      <w:pPr>
        <w:pStyle w:val="FootnoteText"/>
        <w:rPr>
          <w:rFonts w:ascii="TimesNewRomanPSMT" w:hAnsi="TimesNewRomanPSMT" w:cs="TimesNewRomanPSMT"/>
          <w:color w:val="231F20"/>
        </w:rPr>
      </w:pPr>
      <w:r>
        <w:rPr>
          <w:rStyle w:val="FootnoteReference"/>
        </w:rPr>
        <w:footnoteRef/>
      </w:r>
      <w:r>
        <w:t xml:space="preserve"> </w:t>
      </w:r>
      <w:r w:rsidRPr="009950C3">
        <w:rPr>
          <w:rFonts w:ascii="TimesNewRomanPSMT" w:hAnsi="TimesNewRomanPSMT" w:cs="TimesNewRomanPSMT"/>
          <w:color w:val="231F20"/>
          <w:szCs w:val="18"/>
        </w:rPr>
        <w:t>William H. Newell</w:t>
      </w:r>
      <w:r>
        <w:rPr>
          <w:rFonts w:ascii="TimesNewRomanPSMT" w:hAnsi="TimesNewRomanPSMT" w:cs="TimesNewRomanPSMT"/>
          <w:color w:val="231F20"/>
          <w:szCs w:val="18"/>
        </w:rPr>
        <w:t xml:space="preserve">, </w:t>
      </w:r>
      <w:proofErr w:type="gramStart"/>
      <w:r w:rsidRPr="004D146B">
        <w:rPr>
          <w:rFonts w:ascii="TimesNewRomanPSMT" w:hAnsi="TimesNewRomanPSMT" w:cs="TimesNewRomanPSMT"/>
          <w:i/>
          <w:color w:val="231F20"/>
          <w:szCs w:val="18"/>
        </w:rPr>
        <w:t>A</w:t>
      </w:r>
      <w:proofErr w:type="gramEnd"/>
      <w:r w:rsidRPr="004D146B">
        <w:rPr>
          <w:rFonts w:ascii="TimesNewRomanPSMT" w:hAnsi="TimesNewRomanPSMT" w:cs="TimesNewRomanPSMT"/>
          <w:i/>
          <w:color w:val="231F20"/>
          <w:szCs w:val="18"/>
        </w:rPr>
        <w:t xml:space="preserve"> Theory of Interdisciplinary Studies in </w:t>
      </w:r>
      <w:r w:rsidRPr="004D146B">
        <w:rPr>
          <w:rFonts w:ascii="TimesNewRomanPSMT" w:hAnsi="TimesNewRomanPSMT" w:cs="TimesNewRomanPSMT"/>
          <w:i/>
          <w:color w:val="231F20"/>
        </w:rPr>
        <w:t>Issues In Integrative Studies</w:t>
      </w:r>
      <w:r>
        <w:rPr>
          <w:rFonts w:ascii="TimesNewRomanPSMT" w:hAnsi="TimesNewRomanPSMT" w:cs="TimesNewRomanPSMT"/>
          <w:i/>
          <w:color w:val="231F20"/>
        </w:rPr>
        <w:t xml:space="preserve">, </w:t>
      </w:r>
      <w:r>
        <w:rPr>
          <w:rFonts w:ascii="TimesNewRomanPSMT" w:hAnsi="TimesNewRomanPSMT" w:cs="TimesNewRomanPSMT"/>
          <w:color w:val="231F20"/>
        </w:rPr>
        <w:t xml:space="preserve">19 </w:t>
      </w:r>
      <w:r>
        <w:rPr>
          <w:rFonts w:ascii="TimesNewRomanPSMT" w:hAnsi="TimesNewRomanPSMT" w:cs="TimesNewRomanPSMT"/>
          <w:smallCaps/>
          <w:color w:val="231F20"/>
        </w:rPr>
        <w:t xml:space="preserve">Issues In Integrative Studies, </w:t>
      </w:r>
      <w:r>
        <w:rPr>
          <w:rFonts w:ascii="TimesNewRomanPSMT" w:hAnsi="TimesNewRomanPSMT" w:cs="TimesNewRomanPSMT"/>
          <w:color w:val="231F20"/>
        </w:rPr>
        <w:t>2001 at 1.</w:t>
      </w:r>
    </w:p>
    <w:p w:rsidR="0001216D" w:rsidRDefault="0001216D" w:rsidP="009A3DF6">
      <w:pPr>
        <w:pStyle w:val="FootnoteText"/>
      </w:pPr>
    </w:p>
  </w:footnote>
  <w:footnote w:id="2">
    <w:p w:rsidR="0001216D" w:rsidRPr="00DD0CFD" w:rsidRDefault="0001216D"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Research: Process and Theory 43 (2008).</w:t>
      </w:r>
    </w:p>
  </w:footnote>
  <w:footnote w:id="3">
    <w:p w:rsidR="0001216D" w:rsidRDefault="0001216D">
      <w:pPr>
        <w:pStyle w:val="FootnoteText"/>
      </w:pPr>
      <w:r>
        <w:rPr>
          <w:rStyle w:val="FootnoteReference"/>
        </w:rPr>
        <w:footnoteRef/>
      </w:r>
      <w:r>
        <w:t xml:space="preserve"> Dr. Jan Boll, Lecture to Water Resource 506 Class: Integrating Questions (Sept. 8, 2011). </w:t>
      </w:r>
    </w:p>
  </w:footnote>
  <w:footnote w:id="4">
    <w:p w:rsidR="0001216D" w:rsidRPr="009950C3" w:rsidRDefault="0001216D">
      <w:pPr>
        <w:pStyle w:val="FootnoteText"/>
        <w:rPr>
          <w:u w:val="single"/>
        </w:rPr>
      </w:pPr>
      <w:r>
        <w:rPr>
          <w:rStyle w:val="FootnoteReference"/>
        </w:rPr>
        <w:footnoteRef/>
      </w:r>
      <w:r>
        <w:t xml:space="preserve"> </w:t>
      </w:r>
      <w:r w:rsidRPr="002752A9">
        <w:rPr>
          <w:i/>
        </w:rPr>
        <w:t>Id.</w:t>
      </w:r>
    </w:p>
  </w:footnote>
  <w:footnote w:id="5">
    <w:p w:rsidR="0001216D" w:rsidRDefault="0001216D">
      <w:pPr>
        <w:pStyle w:val="FootnoteText"/>
      </w:pPr>
      <w:r>
        <w:rPr>
          <w:rStyle w:val="FootnoteReference"/>
        </w:rPr>
        <w:footnoteRef/>
      </w:r>
      <w:r>
        <w:t xml:space="preserve"> </w:t>
      </w:r>
      <w:proofErr w:type="spellStart"/>
      <w:r w:rsidRPr="009950C3">
        <w:rPr>
          <w:smallCaps/>
        </w:rPr>
        <w:t>Repko</w:t>
      </w:r>
      <w:proofErr w:type="spellEnd"/>
      <w:r w:rsidRPr="009950C3">
        <w:rPr>
          <w:smallCaps/>
        </w:rPr>
        <w:t xml:space="preserve">, </w:t>
      </w:r>
      <w:r>
        <w:rPr>
          <w:i/>
        </w:rPr>
        <w:t xml:space="preserve">supra </w:t>
      </w:r>
      <w:r>
        <w:t>note 2, at 161.</w:t>
      </w:r>
    </w:p>
  </w:footnote>
  <w:footnote w:id="6">
    <w:p w:rsidR="0001216D" w:rsidRPr="009950C3" w:rsidRDefault="0001216D">
      <w:pPr>
        <w:pStyle w:val="FootnoteText"/>
        <w:rPr>
          <w:u w:val="single"/>
        </w:rPr>
      </w:pPr>
      <w:r>
        <w:rPr>
          <w:rStyle w:val="FootnoteReference"/>
        </w:rPr>
        <w:footnoteRef/>
      </w:r>
      <w:r>
        <w:t xml:space="preserve"> </w:t>
      </w:r>
      <w:r w:rsidRPr="002752A9">
        <w:rPr>
          <w:i/>
        </w:rPr>
        <w:t>Id.</w:t>
      </w:r>
    </w:p>
  </w:footnote>
  <w:footnote w:id="7">
    <w:p w:rsidR="0001216D" w:rsidRDefault="0001216D">
      <w:pPr>
        <w:pStyle w:val="FootnoteText"/>
      </w:pPr>
      <w:r>
        <w:rPr>
          <w:rStyle w:val="FootnoteReference"/>
        </w:rPr>
        <w:footnoteRef/>
      </w:r>
      <w:r>
        <w:t xml:space="preserve"> Boll, </w:t>
      </w:r>
      <w:r>
        <w:rPr>
          <w:i/>
        </w:rPr>
        <w:t xml:space="preserve">supra </w:t>
      </w:r>
      <w:r>
        <w:t>note 3.</w:t>
      </w:r>
    </w:p>
  </w:footnote>
  <w:footnote w:id="8">
    <w:p w:rsidR="0001216D" w:rsidRPr="009950C3" w:rsidRDefault="0001216D">
      <w:pPr>
        <w:pStyle w:val="FootnoteText"/>
        <w:rPr>
          <w:u w:val="single"/>
        </w:rPr>
      </w:pPr>
      <w:r>
        <w:rPr>
          <w:rStyle w:val="FootnoteReference"/>
        </w:rPr>
        <w:footnoteRef/>
      </w:r>
      <w:r>
        <w:t xml:space="preserve"> </w:t>
      </w:r>
      <w:r w:rsidRPr="002752A9">
        <w:rPr>
          <w:i/>
        </w:rPr>
        <w:t>Id.</w:t>
      </w:r>
    </w:p>
  </w:footnote>
  <w:footnote w:id="9">
    <w:p w:rsidR="0001216D" w:rsidRDefault="0001216D">
      <w:pPr>
        <w:pStyle w:val="FootnoteText"/>
      </w:pPr>
      <w:r>
        <w:rPr>
          <w:rStyle w:val="FootnoteReference"/>
        </w:rPr>
        <w:footnoteRef/>
      </w:r>
      <w:r>
        <w:t xml:space="preserve"> Maureen </w:t>
      </w:r>
      <w:proofErr w:type="spellStart"/>
      <w:r>
        <w:t>Laflin</w:t>
      </w:r>
      <w:proofErr w:type="spellEnd"/>
      <w:r>
        <w:t xml:space="preserve">, Lecture to Water Resource 506 Class: “Team Building—Cultivating Cooperation, </w:t>
      </w:r>
      <w:proofErr w:type="spellStart"/>
      <w:r>
        <w:t>Collaberation</w:t>
      </w:r>
      <w:proofErr w:type="spellEnd"/>
      <w:r>
        <w:t xml:space="preserve"> and Communication</w:t>
      </w:r>
      <w:r w:rsidR="009900C7">
        <w:t>”</w:t>
      </w:r>
      <w:r>
        <w:t xml:space="preserve"> (Aug. 30, 2011).</w:t>
      </w:r>
    </w:p>
  </w:footnote>
  <w:footnote w:id="10">
    <w:p w:rsidR="0001216D" w:rsidRPr="004F4B0D" w:rsidRDefault="0001216D">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147.</w:t>
      </w:r>
    </w:p>
  </w:footnote>
  <w:footnote w:id="11">
    <w:p w:rsidR="0001216D" w:rsidRPr="004F4B0D" w:rsidRDefault="0001216D">
      <w:pPr>
        <w:pStyle w:val="FootnoteText"/>
      </w:pPr>
      <w:r>
        <w:rPr>
          <w:rStyle w:val="FootnoteReference"/>
        </w:rPr>
        <w:footnoteRef/>
      </w:r>
      <w:r>
        <w:t xml:space="preserve"> </w:t>
      </w:r>
      <w:proofErr w:type="gramStart"/>
      <w:r>
        <w:rPr>
          <w:i/>
        </w:rPr>
        <w:t xml:space="preserve">Id. </w:t>
      </w:r>
      <w:r>
        <w:t>at 145.</w:t>
      </w:r>
      <w:proofErr w:type="gramEnd"/>
    </w:p>
  </w:footnote>
  <w:footnote w:id="12">
    <w:p w:rsidR="0001216D" w:rsidRDefault="0001216D">
      <w:pPr>
        <w:pStyle w:val="FootnoteText"/>
      </w:pPr>
      <w:r>
        <w:rPr>
          <w:rStyle w:val="FootnoteReference"/>
        </w:rPr>
        <w:footnoteRef/>
      </w:r>
      <w:r>
        <w:t xml:space="preserve"> </w:t>
      </w:r>
      <w:proofErr w:type="gramStart"/>
      <w:r>
        <w:rPr>
          <w:i/>
        </w:rPr>
        <w:t xml:space="preserve">Id. </w:t>
      </w:r>
      <w:r w:rsidRPr="0033363B">
        <w:rPr>
          <w:i/>
        </w:rPr>
        <w:t>at</w:t>
      </w:r>
      <w:r>
        <w:t xml:space="preserve"> 296.</w:t>
      </w:r>
      <w:proofErr w:type="gramEnd"/>
    </w:p>
  </w:footnote>
  <w:footnote w:id="13">
    <w:p w:rsidR="0001216D" w:rsidRDefault="0001216D">
      <w:pPr>
        <w:pStyle w:val="FootnoteText"/>
      </w:pPr>
      <w:r>
        <w:rPr>
          <w:rStyle w:val="FootnoteReference"/>
        </w:rPr>
        <w:footnoteRef/>
      </w:r>
      <w:r>
        <w:t xml:space="preserve"> </w:t>
      </w:r>
      <w:proofErr w:type="gramStart"/>
      <w:r>
        <w:rPr>
          <w:i/>
        </w:rPr>
        <w:t xml:space="preserve">Id. </w:t>
      </w:r>
      <w:r w:rsidRPr="0033363B">
        <w:rPr>
          <w:i/>
        </w:rPr>
        <w:t>at</w:t>
      </w:r>
      <w:r>
        <w:t xml:space="preserve"> 301.</w:t>
      </w:r>
      <w:proofErr w:type="gramEnd"/>
    </w:p>
  </w:footnote>
  <w:footnote w:id="14">
    <w:p w:rsidR="0001216D" w:rsidRPr="00B532D7" w:rsidRDefault="0001216D">
      <w:pPr>
        <w:pStyle w:val="FootnoteText"/>
        <w:rPr>
          <w:smallCaps/>
        </w:rPr>
      </w:pPr>
      <w:r>
        <w:rPr>
          <w:rStyle w:val="FootnoteReference"/>
        </w:rPr>
        <w:footnoteRef/>
      </w:r>
      <w:r>
        <w:t xml:space="preserve"> </w:t>
      </w:r>
      <w:proofErr w:type="spellStart"/>
      <w:r>
        <w:t>Marieke</w:t>
      </w:r>
      <w:proofErr w:type="spellEnd"/>
      <w:r>
        <w:t xml:space="preserve"> </w:t>
      </w:r>
      <w:proofErr w:type="spellStart"/>
      <w:r>
        <w:t>Heemskerk</w:t>
      </w:r>
      <w:proofErr w:type="spellEnd"/>
      <w:r>
        <w:t xml:space="preserve"> et al., </w:t>
      </w:r>
      <w:r>
        <w:rPr>
          <w:i/>
        </w:rPr>
        <w:t xml:space="preserve">Conceptual Models as Tools for Communication </w:t>
      </w:r>
      <w:proofErr w:type="gramStart"/>
      <w:r>
        <w:rPr>
          <w:i/>
        </w:rPr>
        <w:t>Across</w:t>
      </w:r>
      <w:proofErr w:type="gramEnd"/>
      <w:r>
        <w:rPr>
          <w:i/>
        </w:rPr>
        <w:t xml:space="preserve"> Disciplines, </w:t>
      </w:r>
      <w:r>
        <w:t xml:space="preserve">7 </w:t>
      </w:r>
      <w:r>
        <w:rPr>
          <w:smallCaps/>
        </w:rPr>
        <w:t>Conservation ecology 9 (2003).</w:t>
      </w:r>
    </w:p>
  </w:footnote>
  <w:footnote w:id="15">
    <w:p w:rsidR="0001216D" w:rsidRDefault="0001216D" w:rsidP="005E2177">
      <w:pPr>
        <w:pStyle w:val="FootnoteText"/>
      </w:pPr>
      <w:r>
        <w:rPr>
          <w:rStyle w:val="FootnoteReference"/>
        </w:rPr>
        <w:footnoteRef/>
      </w:r>
      <w:r>
        <w:t xml:space="preserve"> Nicole D. Peterson, </w:t>
      </w:r>
      <w:r w:rsidRPr="005C03E0">
        <w:rPr>
          <w:i/>
        </w:rPr>
        <w:t>Choices, Options, and Constraints: Decision Making and Decision Spaces in Natural Resource Management</w:t>
      </w:r>
      <w:r w:rsidR="005C03E0">
        <w:t xml:space="preserve">, </w:t>
      </w:r>
      <w:r w:rsidR="005C03E0" w:rsidRPr="005C03E0">
        <w:rPr>
          <w:smallCaps/>
        </w:rPr>
        <w:t>Society for Applied Anthropology</w:t>
      </w:r>
      <w:r w:rsidR="005C03E0">
        <w:t xml:space="preserve"> 54</w:t>
      </w:r>
      <w:r>
        <w:t xml:space="preserve"> (Spring 2010)</w:t>
      </w:r>
      <w:r w:rsidR="00AC739A">
        <w:t>.</w:t>
      </w:r>
      <w:r>
        <w:t xml:space="preserve"> </w:t>
      </w:r>
    </w:p>
  </w:footnote>
  <w:footnote w:id="16">
    <w:p w:rsidR="0001216D" w:rsidRDefault="0001216D">
      <w:pPr>
        <w:pStyle w:val="FootnoteText"/>
      </w:pPr>
    </w:p>
  </w:footnote>
  <w:footnote w:id="17">
    <w:p w:rsidR="0001216D" w:rsidRPr="00781C68" w:rsidRDefault="0001216D" w:rsidP="007139EC">
      <w:pPr>
        <w:pStyle w:val="FootnoteText"/>
      </w:pPr>
      <w:r>
        <w:rPr>
          <w:rStyle w:val="FootnoteReference"/>
        </w:rPr>
        <w:footnoteRef/>
      </w:r>
      <w:r>
        <w:t xml:space="preserve"> </w:t>
      </w:r>
      <w:proofErr w:type="gramStart"/>
      <w:r>
        <w:rPr>
          <w:smallCaps/>
        </w:rPr>
        <w:t xml:space="preserve">Idaho Indian Tribes Project, </w:t>
      </w:r>
      <w:r w:rsidRPr="00781C68">
        <w:t xml:space="preserve">http://www.idahogenealogy.com/indian/nez_perce_indian_reservation.htm </w:t>
      </w:r>
      <w:r>
        <w:t>(last visited Nov. 19, 2011).</w:t>
      </w:r>
      <w:proofErr w:type="gramEnd"/>
    </w:p>
  </w:footnote>
  <w:footnote w:id="18">
    <w:p w:rsidR="0001216D" w:rsidRPr="00DC3642" w:rsidRDefault="0001216D" w:rsidP="007139EC">
      <w:pPr>
        <w:pStyle w:val="FootnoteText"/>
      </w:pPr>
      <w:r>
        <w:rPr>
          <w:rStyle w:val="FootnoteReference"/>
        </w:rPr>
        <w:footnoteRef/>
      </w:r>
      <w:r>
        <w:t xml:space="preserve"> </w:t>
      </w:r>
      <w:proofErr w:type="spellStart"/>
      <w:r>
        <w:rPr>
          <w:i/>
        </w:rPr>
        <w:t>Id.</w:t>
      </w:r>
      <w:r>
        <w:t>Subtle</w:t>
      </w:r>
      <w:proofErr w:type="spellEnd"/>
      <w:r>
        <w:t xml:space="preserve"> amendments requested by the tribe led to a third treaty, which was signed in 1868. This did not alter the reservation boundaries established by the 1863 treaty.  </w:t>
      </w:r>
    </w:p>
  </w:footnote>
  <w:footnote w:id="19">
    <w:p w:rsidR="0001216D" w:rsidRDefault="0001216D" w:rsidP="007139EC">
      <w:pPr>
        <w:pStyle w:val="FootnoteText"/>
      </w:pPr>
      <w:r>
        <w:rPr>
          <w:rStyle w:val="FootnoteReference"/>
        </w:rPr>
        <w:footnoteRef/>
      </w:r>
      <w:r>
        <w:t xml:space="preserve"> </w:t>
      </w:r>
      <w:proofErr w:type="gramStart"/>
      <w:r>
        <w:t>25 U.S.C.A. § 331 (repealed 1934).</w:t>
      </w:r>
      <w:proofErr w:type="gramEnd"/>
      <w:r>
        <w:t xml:space="preserve"> </w:t>
      </w:r>
      <w:proofErr w:type="gramStart"/>
      <w:r>
        <w:t>Also known as the General Allotment Act.</w:t>
      </w:r>
      <w:proofErr w:type="gramEnd"/>
    </w:p>
  </w:footnote>
  <w:footnote w:id="20">
    <w:p w:rsidR="0001216D" w:rsidRPr="0035706C" w:rsidRDefault="0001216D" w:rsidP="007139EC">
      <w:pPr>
        <w:pStyle w:val="FootnoteText"/>
        <w:rPr>
          <w:i/>
        </w:rPr>
      </w:pPr>
      <w:r>
        <w:rPr>
          <w:rStyle w:val="FootnoteReference"/>
        </w:rPr>
        <w:footnoteRef/>
      </w:r>
      <w:r>
        <w:t xml:space="preserve"> </w:t>
      </w:r>
      <w:r>
        <w:rPr>
          <w:i/>
        </w:rPr>
        <w:t>Id.</w:t>
      </w:r>
    </w:p>
  </w:footnote>
  <w:footnote w:id="21">
    <w:p w:rsidR="0001216D" w:rsidRPr="00C61158" w:rsidRDefault="0001216D"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22">
    <w:p w:rsidR="0001216D" w:rsidRDefault="0001216D" w:rsidP="007139EC">
      <w:pPr>
        <w:pStyle w:val="FootnoteText"/>
      </w:pPr>
      <w:r>
        <w:rPr>
          <w:rStyle w:val="FootnoteReference"/>
        </w:rPr>
        <w:footnoteRef/>
      </w:r>
      <w:r>
        <w:t xml:space="preserve"> </w:t>
      </w:r>
      <w:proofErr w:type="gramStart"/>
      <w:r>
        <w:t>18 U.S.C.A. § 1151 (West 2011).</w:t>
      </w:r>
      <w:proofErr w:type="gramEnd"/>
      <w:r>
        <w:t xml:space="preserve"> </w:t>
      </w:r>
    </w:p>
  </w:footnote>
  <w:footnote w:id="23">
    <w:p w:rsidR="0001216D" w:rsidRDefault="0001216D"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24">
    <w:p w:rsidR="0001216D" w:rsidRPr="001400B3" w:rsidRDefault="0001216D" w:rsidP="007139EC">
      <w:pPr>
        <w:pStyle w:val="FootnoteText"/>
      </w:pPr>
      <w:r>
        <w:rPr>
          <w:rStyle w:val="FootnoteReference"/>
        </w:rPr>
        <w:footnoteRef/>
      </w:r>
      <w:r>
        <w:t xml:space="preserve"> </w:t>
      </w:r>
      <w:proofErr w:type="gramStart"/>
      <w:r>
        <w:rPr>
          <w:i/>
        </w:rPr>
        <w:t xml:space="preserve">Id. </w:t>
      </w:r>
      <w:r>
        <w:t>at 467.</w:t>
      </w:r>
      <w:proofErr w:type="gramEnd"/>
    </w:p>
  </w:footnote>
  <w:footnote w:id="25">
    <w:p w:rsidR="0001216D" w:rsidRDefault="0001216D"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26">
    <w:p w:rsidR="0001216D" w:rsidRPr="009E7255" w:rsidRDefault="0001216D" w:rsidP="007139EC">
      <w:pPr>
        <w:pStyle w:val="FootnoteText"/>
      </w:pPr>
      <w:r>
        <w:rPr>
          <w:rStyle w:val="FootnoteReference"/>
        </w:rPr>
        <w:footnoteRef/>
      </w:r>
      <w:r>
        <w:t xml:space="preserve"> </w:t>
      </w:r>
      <w:proofErr w:type="gramStart"/>
      <w:r>
        <w:rPr>
          <w:i/>
        </w:rPr>
        <w:t xml:space="preserve">Id. </w:t>
      </w:r>
      <w:r>
        <w:t>at 1135.</w:t>
      </w:r>
      <w:proofErr w:type="gramEnd"/>
    </w:p>
  </w:footnote>
  <w:footnote w:id="27">
    <w:p w:rsidR="0001216D" w:rsidRDefault="0001216D"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28">
    <w:p w:rsidR="0001216D" w:rsidRPr="007B7C2C" w:rsidRDefault="0001216D" w:rsidP="007139EC">
      <w:pPr>
        <w:pStyle w:val="FootnoteText"/>
      </w:pPr>
      <w:r>
        <w:rPr>
          <w:rStyle w:val="FootnoteReference"/>
        </w:rPr>
        <w:footnoteRef/>
      </w:r>
      <w:r>
        <w:t xml:space="preserve"> </w:t>
      </w:r>
      <w:proofErr w:type="gramStart"/>
      <w:r>
        <w:rPr>
          <w:i/>
        </w:rPr>
        <w:t xml:space="preserve">Id. </w:t>
      </w:r>
      <w:r>
        <w:t>at 431.</w:t>
      </w:r>
      <w:proofErr w:type="gramEnd"/>
    </w:p>
  </w:footnote>
  <w:footnote w:id="29">
    <w:p w:rsidR="0001216D" w:rsidRDefault="0001216D" w:rsidP="007139EC">
      <w:pPr>
        <w:pStyle w:val="FootnoteText"/>
      </w:pPr>
      <w:r>
        <w:rPr>
          <w:rStyle w:val="FootnoteReference"/>
        </w:rPr>
        <w:footnoteRef/>
      </w:r>
      <w:r>
        <w:t xml:space="preserve"> The Lapwai Creek Watershed lies primarily in Nez Perce County but also reaches into Idaho and Lewis counties. In addition to the cities of </w:t>
      </w:r>
      <w:proofErr w:type="spellStart"/>
      <w:r>
        <w:t>Lapwai</w:t>
      </w:r>
      <w:proofErr w:type="spellEnd"/>
      <w:r>
        <w:t xml:space="preserve">,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30">
    <w:p w:rsidR="0001216D" w:rsidRDefault="0001216D">
      <w:pPr>
        <w:pStyle w:val="FootnoteText"/>
      </w:pPr>
      <w:r>
        <w:rPr>
          <w:rStyle w:val="FootnoteReference"/>
        </w:rPr>
        <w:footnoteRef/>
      </w:r>
      <w:r>
        <w:t xml:space="preserve"> Barbara </w:t>
      </w:r>
      <w:proofErr w:type="spellStart"/>
      <w:r>
        <w:t>Cosens</w:t>
      </w:r>
      <w:proofErr w:type="spellEnd"/>
      <w:r>
        <w:t xml:space="preserve">, Lecture to Water Resource 506 </w:t>
      </w:r>
      <w:proofErr w:type="gramStart"/>
      <w:r>
        <w:t>Class</w:t>
      </w:r>
      <w:proofErr w:type="gramEnd"/>
      <w:r>
        <w:t xml:space="preserve">: Water Governance (Oct. 25, 2011). </w:t>
      </w:r>
    </w:p>
  </w:footnote>
  <w:footnote w:id="31">
    <w:p w:rsidR="0001216D" w:rsidRPr="00CB311C" w:rsidRDefault="0001216D" w:rsidP="00D43B54">
      <w:pPr>
        <w:pStyle w:val="FootnoteText"/>
      </w:pPr>
      <w:r w:rsidRPr="00CB311C">
        <w:rPr>
          <w:rStyle w:val="FootnoteReference"/>
        </w:rPr>
        <w:footnoteRef/>
      </w:r>
      <w:r w:rsidRPr="00CB311C">
        <w:t xml:space="preserve"> </w:t>
      </w:r>
      <w:proofErr w:type="gramStart"/>
      <w:r w:rsidRPr="00CB311C">
        <w:t>Walker et al.</w:t>
      </w:r>
      <w:r>
        <w:t>,</w:t>
      </w:r>
      <w:r w:rsidRPr="00CB311C">
        <w:t xml:space="preserve"> </w:t>
      </w:r>
      <w:r w:rsidRPr="001A0910">
        <w:rPr>
          <w:rFonts w:cs="Verdana"/>
          <w:i/>
        </w:rPr>
        <w:t>Resilience, adaptability and transformability in social–ecological systems</w:t>
      </w:r>
      <w:r>
        <w:rPr>
          <w:rFonts w:cs="Verdana"/>
          <w:i/>
        </w:rPr>
        <w:t>,</w:t>
      </w:r>
      <w:r w:rsidRPr="00CB311C">
        <w:rPr>
          <w:rFonts w:cs="Verdana"/>
        </w:rPr>
        <w:t xml:space="preserve"> 9 </w:t>
      </w:r>
      <w:r w:rsidRPr="001A0910">
        <w:rPr>
          <w:rFonts w:cs="Verdana"/>
          <w:smallCaps/>
        </w:rPr>
        <w:t>Ecology and Society</w:t>
      </w:r>
      <w:r w:rsidRPr="00CB311C">
        <w:rPr>
          <w:rFonts w:cs="Verdana"/>
        </w:rPr>
        <w:t xml:space="preserve"> 5</w:t>
      </w:r>
      <w:r w:rsidRPr="00CB311C">
        <w:t xml:space="preserve"> </w:t>
      </w:r>
      <w:r>
        <w:t>(</w:t>
      </w:r>
      <w:r w:rsidRPr="00CB311C">
        <w:t>2004</w:t>
      </w:r>
      <w:r>
        <w:t>)</w:t>
      </w:r>
      <w:r w:rsidRPr="00CB311C">
        <w:t>.</w:t>
      </w:r>
      <w:proofErr w:type="gramEnd"/>
      <w:r w:rsidRPr="00CB311C">
        <w:t xml:space="preserve"> </w:t>
      </w:r>
    </w:p>
  </w:footnote>
  <w:footnote w:id="32">
    <w:p w:rsidR="0001216D" w:rsidRDefault="0001216D">
      <w:pPr>
        <w:pStyle w:val="FootnoteText"/>
      </w:pPr>
      <w:r>
        <w:rPr>
          <w:rStyle w:val="FootnoteReference"/>
        </w:rPr>
        <w:footnoteRef/>
      </w:r>
      <w:r>
        <w:t xml:space="preserve"> </w:t>
      </w:r>
      <w:proofErr w:type="spellStart"/>
      <w:r>
        <w:t>Cosens</w:t>
      </w:r>
      <w:proofErr w:type="spellEnd"/>
      <w:r>
        <w:t xml:space="preserve">, </w:t>
      </w:r>
      <w:proofErr w:type="gramStart"/>
      <w:r>
        <w:rPr>
          <w:i/>
        </w:rPr>
        <w:t>Supra</w:t>
      </w:r>
      <w:proofErr w:type="gramEnd"/>
      <w:r>
        <w:rPr>
          <w:i/>
        </w:rPr>
        <w:t xml:space="preserve"> </w:t>
      </w:r>
      <w:r>
        <w:t xml:space="preserve">note 30. </w:t>
      </w:r>
    </w:p>
  </w:footnote>
  <w:footnote w:id="33">
    <w:p w:rsidR="0001216D" w:rsidRDefault="0001216D">
      <w:pPr>
        <w:pStyle w:val="FootnoteText"/>
      </w:pPr>
      <w:r>
        <w:rPr>
          <w:rStyle w:val="FootnoteReference"/>
        </w:rPr>
        <w:footnoteRef/>
      </w:r>
      <w:r>
        <w:t xml:space="preserve"> </w:t>
      </w:r>
      <w:r w:rsidRPr="00241F95">
        <w:rPr>
          <w:i/>
        </w:rPr>
        <w:t>Id.</w:t>
      </w:r>
      <w:r>
        <w:t xml:space="preserve"> </w:t>
      </w:r>
    </w:p>
  </w:footnote>
  <w:footnote w:id="34">
    <w:p w:rsidR="0001216D" w:rsidRPr="009950C3" w:rsidRDefault="0001216D">
      <w:pPr>
        <w:pStyle w:val="FootnoteText"/>
        <w:rPr>
          <w:u w:val="single"/>
        </w:rPr>
      </w:pPr>
      <w:r>
        <w:rPr>
          <w:rStyle w:val="FootnoteReference"/>
        </w:rPr>
        <w:footnoteRef/>
      </w:r>
      <w:r>
        <w:t xml:space="preserve"> </w:t>
      </w:r>
      <w:r w:rsidRPr="001A0910">
        <w:rPr>
          <w:i/>
        </w:rPr>
        <w:t>Id.</w:t>
      </w:r>
    </w:p>
  </w:footnote>
  <w:footnote w:id="35">
    <w:p w:rsidR="0001216D" w:rsidRDefault="0001216D" w:rsidP="00D43B54">
      <w:pPr>
        <w:pStyle w:val="FootnoteText"/>
      </w:pPr>
      <w:r>
        <w:rPr>
          <w:rStyle w:val="FootnoteReference"/>
        </w:rPr>
        <w:footnoteRef/>
      </w:r>
      <w:r>
        <w:t xml:space="preserve"> </w:t>
      </w:r>
      <w:proofErr w:type="spellStart"/>
      <w:proofErr w:type="gramStart"/>
      <w:r>
        <w:t>Loree</w:t>
      </w:r>
      <w:proofErr w:type="spellEnd"/>
      <w:r>
        <w:t xml:space="preserve"> Higgins et al., Lapwai Creek Watershed Situation Assessment 4 (Jan. 15, 2011) (on file with University of Idaho Waters of the West) [hereinafter Situation Assessment].</w:t>
      </w:r>
      <w:proofErr w:type="gramEnd"/>
    </w:p>
  </w:footnote>
  <w:footnote w:id="36">
    <w:p w:rsidR="0001216D" w:rsidRPr="00C133CD" w:rsidRDefault="0001216D" w:rsidP="00D43B54">
      <w:pPr>
        <w:pStyle w:val="FootnoteText"/>
      </w:pPr>
      <w:r>
        <w:rPr>
          <w:rStyle w:val="FootnoteReference"/>
        </w:rPr>
        <w:footnoteRef/>
      </w:r>
      <w:r>
        <w:t xml:space="preserve"> </w:t>
      </w:r>
      <w:r>
        <w:rPr>
          <w:i/>
        </w:rPr>
        <w:t>Id.</w:t>
      </w:r>
      <w:r>
        <w:t xml:space="preserve"> </w:t>
      </w:r>
    </w:p>
  </w:footnote>
  <w:footnote w:id="37">
    <w:p w:rsidR="0001216D" w:rsidRDefault="0001216D">
      <w:pPr>
        <w:pStyle w:val="FootnoteText"/>
      </w:pPr>
      <w:r>
        <w:rPr>
          <w:rStyle w:val="FootnoteReference"/>
        </w:rPr>
        <w:footnoteRef/>
      </w:r>
      <w:r>
        <w:t xml:space="preserve"> </w:t>
      </w:r>
      <w:proofErr w:type="gramStart"/>
      <w:r>
        <w:t>National Wildlife Federation v. Federal Emergency Management Agency, 345 F.Supp.2d 1151 (W.D. Wash. 2004).</w:t>
      </w:r>
      <w:proofErr w:type="gramEnd"/>
    </w:p>
  </w:footnote>
  <w:footnote w:id="38">
    <w:p w:rsidR="0001216D" w:rsidRPr="00985550" w:rsidRDefault="0001216D">
      <w:pPr>
        <w:pStyle w:val="FootnoteText"/>
      </w:pPr>
      <w:r>
        <w:rPr>
          <w:rStyle w:val="FootnoteReference"/>
        </w:rPr>
        <w:footnoteRef/>
      </w:r>
      <w:r>
        <w:t xml:space="preserve"> </w:t>
      </w:r>
      <w:proofErr w:type="gramStart"/>
      <w:r>
        <w:rPr>
          <w:i/>
        </w:rPr>
        <w:t xml:space="preserve">Id. </w:t>
      </w:r>
      <w:r>
        <w:t>at 1155.</w:t>
      </w:r>
      <w:proofErr w:type="gramEnd"/>
    </w:p>
  </w:footnote>
  <w:footnote w:id="39">
    <w:p w:rsidR="0001216D" w:rsidRDefault="0001216D">
      <w:pPr>
        <w:pStyle w:val="FootnoteText"/>
      </w:pPr>
      <w:r>
        <w:rPr>
          <w:rStyle w:val="FootnoteReference"/>
        </w:rPr>
        <w:footnoteRef/>
      </w:r>
      <w:r>
        <w:t xml:space="preserve"> </w:t>
      </w:r>
      <w:r>
        <w:rPr>
          <w:i/>
        </w:rPr>
        <w:t>Id.</w:t>
      </w:r>
    </w:p>
  </w:footnote>
  <w:footnote w:id="40">
    <w:p w:rsidR="0001216D" w:rsidRDefault="0001216D">
      <w:pPr>
        <w:pStyle w:val="FootnoteText"/>
      </w:pPr>
      <w:r>
        <w:rPr>
          <w:rStyle w:val="FootnoteReference"/>
        </w:rPr>
        <w:footnoteRef/>
      </w:r>
      <w:r>
        <w:t xml:space="preserve"> </w:t>
      </w:r>
      <w:proofErr w:type="gramStart"/>
      <w:r w:rsidRPr="00F150DF">
        <w:rPr>
          <w:rFonts w:cs="Times New Roman"/>
          <w:highlight w:val="yellow"/>
        </w:rPr>
        <w:t>(</w:t>
      </w:r>
      <w:sdt>
        <w:sdtPr>
          <w:rPr>
            <w:rFonts w:cs="Times New Roman"/>
            <w:highlight w:val="yellow"/>
          </w:rPr>
          <w:id w:val="19167423"/>
          <w:citation/>
        </w:sdtPr>
        <w:sdtEndPr/>
        <w:sdtContent>
          <w:r w:rsidR="00606D53" w:rsidRPr="00F150DF">
            <w:rPr>
              <w:rFonts w:cs="Times New Roman"/>
              <w:highlight w:val="yellow"/>
            </w:rPr>
            <w:fldChar w:fldCharType="begin"/>
          </w:r>
          <w:r w:rsidRPr="00F150DF">
            <w:rPr>
              <w:rFonts w:cs="Times New Roman"/>
              <w:highlight w:val="yellow"/>
            </w:rPr>
            <w:instrText xml:space="preserve"> CITATION Nat08 \l 1033 </w:instrText>
          </w:r>
          <w:r w:rsidR="00606D53" w:rsidRPr="00F150DF">
            <w:rPr>
              <w:rFonts w:cs="Times New Roman"/>
              <w:highlight w:val="yellow"/>
            </w:rPr>
            <w:fldChar w:fldCharType="separate"/>
          </w:r>
          <w:r w:rsidRPr="00F150DF">
            <w:rPr>
              <w:rFonts w:cs="Times New Roman"/>
              <w:noProof/>
              <w:highlight w:val="yellow"/>
            </w:rPr>
            <w:t xml:space="preserve"> National Marine Fisheries Service.</w:t>
          </w:r>
          <w:proofErr w:type="gramEnd"/>
          <w:r w:rsidRPr="00F150DF">
            <w:rPr>
              <w:rFonts w:cs="Times New Roman"/>
              <w:noProof/>
              <w:highlight w:val="yellow"/>
            </w:rPr>
            <w:t xml:space="preserve"> (2008). </w:t>
          </w:r>
          <w:r w:rsidRPr="00F150DF">
            <w:rPr>
              <w:rFonts w:cs="Times New Roman"/>
              <w:i/>
              <w:noProof/>
              <w:highlight w:val="yellow"/>
            </w:rPr>
            <w:t>ESA - Section 7 Consultation Final Biological Opinion and Magnuson-Stevens Fishery Conservation and Management Act Essential Fish Habitat Consultation, Implementation of the NFIP in the State of WA Phase 1 Document - Puget Sound Region.</w:t>
          </w:r>
          <w:r w:rsidRPr="00F150DF">
            <w:rPr>
              <w:rFonts w:cs="Times New Roman"/>
              <w:noProof/>
              <w:highlight w:val="yellow"/>
            </w:rPr>
            <w:t xml:space="preserve"> National Marine Fisheries Service, Northwest Region. Seattle: National Oceanic and Atmospheric Administration.</w:t>
          </w:r>
          <w:r w:rsidR="00606D53" w:rsidRPr="00F150DF">
            <w:rPr>
              <w:rFonts w:cs="Times New Roman"/>
              <w:noProof/>
              <w:highlight w:val="yellow"/>
            </w:rPr>
            <w:fldChar w:fldCharType="end"/>
          </w:r>
        </w:sdtContent>
      </w:sdt>
    </w:p>
  </w:footnote>
  <w:footnote w:id="41">
    <w:p w:rsidR="0001216D" w:rsidRDefault="0001216D">
      <w:pPr>
        <w:pStyle w:val="FootnoteText"/>
      </w:pPr>
      <w:r>
        <w:rPr>
          <w:rStyle w:val="FootnoteReference"/>
        </w:rPr>
        <w:footnoteRef/>
      </w:r>
      <w:r>
        <w:t xml:space="preserve"> </w:t>
      </w:r>
      <w:proofErr w:type="gramStart"/>
      <w:r w:rsidRPr="0001216D">
        <w:t xml:space="preserve">Shannon Richardson </w:t>
      </w:r>
      <w:r w:rsidR="00971800">
        <w:t>&amp;</w:t>
      </w:r>
      <w:r w:rsidR="00971800" w:rsidRPr="0001216D">
        <w:t xml:space="preserve"> </w:t>
      </w:r>
      <w:r w:rsidRPr="0001216D">
        <w:t>Lynn Rasmussen</w:t>
      </w:r>
      <w:r>
        <w:rPr>
          <w:smallCaps/>
        </w:rPr>
        <w:t xml:space="preserve">, </w:t>
      </w:r>
      <w:r w:rsidRPr="0001216D">
        <w:t>Strategy for the Ecological Restoration of Lapwai Creek Watershed</w:t>
      </w:r>
      <w:r>
        <w:t>,</w:t>
      </w:r>
      <w:r w:rsidRPr="0001216D">
        <w:t xml:space="preserve"> </w:t>
      </w:r>
      <w:r>
        <w:rPr>
          <w:rFonts w:cs="Times New Roman"/>
        </w:rPr>
        <w:t>iii</w:t>
      </w:r>
      <w:r>
        <w:rPr>
          <w:smallCaps/>
        </w:rPr>
        <w:t xml:space="preserve"> (</w:t>
      </w:r>
      <w:r>
        <w:t xml:space="preserve">Oct. </w:t>
      </w:r>
      <w:r>
        <w:rPr>
          <w:smallCaps/>
        </w:rPr>
        <w:t>2007).</w:t>
      </w:r>
      <w:proofErr w:type="gramEnd"/>
    </w:p>
  </w:footnote>
  <w:footnote w:id="42">
    <w:p w:rsidR="0001216D" w:rsidRDefault="0001216D">
      <w:pPr>
        <w:pStyle w:val="FootnoteText"/>
      </w:pPr>
      <w:r>
        <w:rPr>
          <w:rStyle w:val="FootnoteReference"/>
        </w:rPr>
        <w:footnoteRef/>
      </w:r>
      <w:r>
        <w:t xml:space="preserve"> </w:t>
      </w:r>
      <w:r w:rsidRPr="0001216D">
        <w:t xml:space="preserve">Barbara </w:t>
      </w:r>
      <w:proofErr w:type="spellStart"/>
      <w:r w:rsidRPr="0001216D">
        <w:t>Cosens</w:t>
      </w:r>
      <w:proofErr w:type="spellEnd"/>
      <w:r w:rsidRPr="0001216D">
        <w:t xml:space="preserve"> </w:t>
      </w:r>
      <w:r w:rsidR="00971800">
        <w:t>&amp;</w:t>
      </w:r>
      <w:r w:rsidRPr="0001216D">
        <w:t xml:space="preserve"> Mark Williams</w:t>
      </w:r>
      <w:r>
        <w:rPr>
          <w:smallCaps/>
        </w:rPr>
        <w:t xml:space="preserve">, </w:t>
      </w:r>
      <w:r w:rsidRPr="0001216D">
        <w:t>Resilience and Water Governance: Adaptive Governance in the Columbia River Basin</w:t>
      </w:r>
      <w:r>
        <w:rPr>
          <w:smallCaps/>
        </w:rPr>
        <w:t xml:space="preserve"> 6 (</w:t>
      </w:r>
      <w:r w:rsidRPr="0001216D">
        <w:t xml:space="preserve">May </w:t>
      </w:r>
      <w:r>
        <w:rPr>
          <w:smallCaps/>
        </w:rPr>
        <w:t>2011).</w:t>
      </w:r>
    </w:p>
  </w:footnote>
  <w:footnote w:id="43">
    <w:p w:rsidR="0001216D" w:rsidRDefault="0001216D">
      <w:pPr>
        <w:pStyle w:val="FootnoteText"/>
      </w:pPr>
      <w:r>
        <w:rPr>
          <w:rStyle w:val="FootnoteReference"/>
        </w:rPr>
        <w:footnoteRef/>
      </w:r>
      <w:r>
        <w:t xml:space="preserve"> </w:t>
      </w:r>
      <w:proofErr w:type="gramStart"/>
      <w:r w:rsidRPr="0001216D">
        <w:t xml:space="preserve">Richardson  </w:t>
      </w:r>
      <w:r w:rsidR="00971800">
        <w:t>&amp;</w:t>
      </w:r>
      <w:proofErr w:type="gramEnd"/>
      <w:r w:rsidRPr="0001216D">
        <w:t xml:space="preserve"> Rasmussen</w:t>
      </w:r>
      <w:r>
        <w:rPr>
          <w:smallCaps/>
        </w:rPr>
        <w:t xml:space="preserve">, </w:t>
      </w:r>
      <w:r>
        <w:rPr>
          <w:i/>
        </w:rPr>
        <w:t xml:space="preserve">supra </w:t>
      </w:r>
      <w:r>
        <w:t>note 41, at 25.</w:t>
      </w:r>
    </w:p>
  </w:footnote>
  <w:footnote w:id="44">
    <w:p w:rsidR="0001216D" w:rsidRDefault="0001216D">
      <w:pPr>
        <w:pStyle w:val="FootnoteText"/>
      </w:pPr>
      <w:r>
        <w:rPr>
          <w:rStyle w:val="FootnoteReference"/>
        </w:rPr>
        <w:footnoteRef/>
      </w:r>
      <w:r>
        <w:t xml:space="preserve"> </w:t>
      </w:r>
      <w:proofErr w:type="gramStart"/>
      <w:r>
        <w:rPr>
          <w:i/>
        </w:rPr>
        <w:t xml:space="preserve">Id. </w:t>
      </w:r>
      <w:r>
        <w:t>at 23.</w:t>
      </w:r>
      <w:proofErr w:type="gramEnd"/>
    </w:p>
  </w:footnote>
  <w:footnote w:id="45">
    <w:p w:rsidR="0001216D" w:rsidRDefault="0001216D">
      <w:pPr>
        <w:pStyle w:val="FootnoteText"/>
      </w:pPr>
      <w:r>
        <w:rPr>
          <w:rStyle w:val="FootnoteReference"/>
        </w:rPr>
        <w:footnoteRef/>
      </w:r>
      <w:r>
        <w:t xml:space="preserve"> </w:t>
      </w:r>
      <w:r w:rsidR="00EE2BED" w:rsidRPr="00EE2BED">
        <w:rPr>
          <w:i/>
          <w:u w:val="single"/>
        </w:rPr>
        <w:t>Id.</w:t>
      </w:r>
      <w:r w:rsidR="00EE2BED">
        <w:t xml:space="preserve"> at</w:t>
      </w:r>
      <w:r>
        <w:t xml:space="preserve"> </w:t>
      </w:r>
      <w:proofErr w:type="spellStart"/>
      <w:r>
        <w:t>at</w:t>
      </w:r>
      <w:proofErr w:type="spellEnd"/>
      <w:r>
        <w:t xml:space="preserve"> 25</w:t>
      </w:r>
    </w:p>
  </w:footnote>
  <w:footnote w:id="46">
    <w:p w:rsidR="0001216D" w:rsidRDefault="0001216D">
      <w:pPr>
        <w:pStyle w:val="FootnoteText"/>
      </w:pPr>
      <w:r>
        <w:rPr>
          <w:rStyle w:val="FootnoteReference"/>
        </w:rPr>
        <w:footnoteRef/>
      </w:r>
      <w:r>
        <w:t xml:space="preserve"> </w:t>
      </w:r>
      <w:r w:rsidRPr="00EE2BED">
        <w:t xml:space="preserve">Richard B. </w:t>
      </w:r>
      <w:proofErr w:type="spellStart"/>
      <w:r w:rsidRPr="00EE2BED">
        <w:t>Hartson</w:t>
      </w:r>
      <w:proofErr w:type="spellEnd"/>
      <w:r>
        <w:rPr>
          <w:smallCaps/>
        </w:rPr>
        <w:t xml:space="preserve">, </w:t>
      </w:r>
      <w:r w:rsidRPr="00EE2BED">
        <w:t>A Comparative Analysis of Habitat and Juvenile Steelhead (</w:t>
      </w:r>
      <w:proofErr w:type="spellStart"/>
      <w:r w:rsidRPr="00EE2BED">
        <w:t>Oncorhynchus</w:t>
      </w:r>
      <w:proofErr w:type="spellEnd"/>
      <w:r w:rsidRPr="00EE2BED">
        <w:t xml:space="preserve"> </w:t>
      </w:r>
      <w:proofErr w:type="spellStart"/>
      <w:r w:rsidRPr="00EE2BED">
        <w:t>mykiss</w:t>
      </w:r>
      <w:proofErr w:type="spellEnd"/>
      <w:r w:rsidRPr="00EE2BED">
        <w:t xml:space="preserve">) Demographics in an Altered Watershed </w:t>
      </w:r>
      <w:r>
        <w:rPr>
          <w:smallCaps/>
        </w:rPr>
        <w:t>(</w:t>
      </w:r>
      <w:r w:rsidR="00EE2BED">
        <w:t xml:space="preserve">Nov. </w:t>
      </w:r>
      <w:r>
        <w:rPr>
          <w:smallCaps/>
        </w:rPr>
        <w:t>2010</w:t>
      </w:r>
      <w:proofErr w:type="gramStart"/>
      <w:r>
        <w:rPr>
          <w:smallCaps/>
        </w:rPr>
        <w:t>)</w:t>
      </w:r>
      <w:r w:rsidR="00EE2BED">
        <w:rPr>
          <w:smallCaps/>
        </w:rPr>
        <w:t xml:space="preserve">  (</w:t>
      </w:r>
      <w:proofErr w:type="gramEnd"/>
      <w:r w:rsidR="00EE2BED" w:rsidRPr="00EE2BED">
        <w:t xml:space="preserve">unpublished </w:t>
      </w:r>
      <w:r w:rsidR="00EE2BED">
        <w:t>M.S. thesis) (on file with the University of Idaho College of Graduate Studies)</w:t>
      </w:r>
      <w:r>
        <w:rPr>
          <w:smallCaps/>
        </w:rPr>
        <w:t>.</w:t>
      </w:r>
    </w:p>
  </w:footnote>
  <w:footnote w:id="47">
    <w:p w:rsidR="0001216D" w:rsidRDefault="0001216D">
      <w:pPr>
        <w:pStyle w:val="FootnoteText"/>
      </w:pPr>
      <w:r>
        <w:rPr>
          <w:rStyle w:val="FootnoteReference"/>
        </w:rPr>
        <w:footnoteRef/>
      </w:r>
      <w:r>
        <w:t xml:space="preserve"> </w:t>
      </w:r>
      <w:r w:rsidR="00EE2BED">
        <w:t xml:space="preserve">Richardson </w:t>
      </w:r>
      <w:r w:rsidR="00971800">
        <w:t>&amp;</w:t>
      </w:r>
      <w:r w:rsidR="00EE2BED">
        <w:t xml:space="preserve"> Rasmussen, </w:t>
      </w:r>
      <w:r w:rsidR="00EE2BED">
        <w:rPr>
          <w:i/>
        </w:rPr>
        <w:t>su</w:t>
      </w:r>
      <w:r>
        <w:rPr>
          <w:i/>
        </w:rPr>
        <w:t xml:space="preserve">pra </w:t>
      </w:r>
      <w:r>
        <w:t xml:space="preserve">note </w:t>
      </w:r>
      <w:r w:rsidR="00EE2BED">
        <w:t>41</w:t>
      </w:r>
      <w:r>
        <w:t>, at 27</w:t>
      </w:r>
    </w:p>
  </w:footnote>
  <w:footnote w:id="48">
    <w:p w:rsidR="0001216D" w:rsidRDefault="0001216D">
      <w:pPr>
        <w:pStyle w:val="FootnoteText"/>
      </w:pPr>
      <w:r>
        <w:rPr>
          <w:rStyle w:val="FootnoteReference"/>
        </w:rPr>
        <w:footnoteRef/>
      </w:r>
      <w:r>
        <w:t xml:space="preserve"> </w:t>
      </w:r>
      <w:proofErr w:type="gramStart"/>
      <w:r w:rsidRPr="00D43B54">
        <w:rPr>
          <w:rFonts w:cs="Times New Roman"/>
        </w:rPr>
        <w:t>(</w:t>
      </w:r>
      <w:sdt>
        <w:sdtPr>
          <w:rPr>
            <w:rFonts w:cs="Times New Roman"/>
          </w:rPr>
          <w:id w:val="54924759"/>
          <w:citation/>
        </w:sdtPr>
        <w:sdtEndPr/>
        <w:sdtContent>
          <w:r w:rsidR="00606D53" w:rsidRPr="00D43B54">
            <w:rPr>
              <w:rFonts w:cs="Times New Roman"/>
            </w:rPr>
            <w:fldChar w:fldCharType="begin"/>
          </w:r>
          <w:r w:rsidRPr="00D43B54">
            <w:rPr>
              <w:rFonts w:cs="Times New Roman"/>
            </w:rPr>
            <w:instrText xml:space="preserve"> CITATION Nat08 \l 1033 </w:instrText>
          </w:r>
          <w:r w:rsidR="00606D53" w:rsidRPr="00D43B54">
            <w:rPr>
              <w:rFonts w:cs="Times New Roman"/>
            </w:rPr>
            <w:fldChar w:fldCharType="separate"/>
          </w:r>
          <w:r>
            <w:rPr>
              <w:rFonts w:cs="Times New Roman"/>
              <w:noProof/>
            </w:rPr>
            <w:t xml:space="preserve"> National Marine Fisheries Service.</w:t>
          </w:r>
          <w:proofErr w:type="gramEnd"/>
          <w:r>
            <w:rPr>
              <w:rFonts w:cs="Times New Roman"/>
              <w:noProof/>
            </w:rPr>
            <w:t xml:space="preserv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606D53" w:rsidRPr="00D43B54">
            <w:rPr>
              <w:rFonts w:cs="Times New Roman"/>
              <w:noProof/>
            </w:rPr>
            <w:fldChar w:fldCharType="end"/>
          </w:r>
        </w:sdtContent>
      </w:sdt>
    </w:p>
  </w:footnote>
  <w:footnote w:id="49">
    <w:p w:rsidR="0001216D" w:rsidRDefault="0001216D">
      <w:pPr>
        <w:pStyle w:val="FootnoteText"/>
      </w:pPr>
      <w:r>
        <w:rPr>
          <w:rStyle w:val="FootnoteReference"/>
        </w:rPr>
        <w:footnoteRef/>
      </w:r>
      <w:r>
        <w:t xml:space="preserve"> </w:t>
      </w:r>
      <w:r w:rsidRPr="00971800">
        <w:t xml:space="preserve">Ashley Williams, Floodplain Delineation Methodology Utilizing </w:t>
      </w:r>
      <w:proofErr w:type="spellStart"/>
      <w:r w:rsidRPr="00971800">
        <w:t>Lidar</w:t>
      </w:r>
      <w:proofErr w:type="spellEnd"/>
      <w:r w:rsidRPr="00971800">
        <w:t xml:space="preserve"> Data with Attention to Urban Effects, Climate Change, And Habitat </w:t>
      </w:r>
      <w:proofErr w:type="spellStart"/>
      <w:r w:rsidRPr="00971800">
        <w:t>COnnectivity</w:t>
      </w:r>
      <w:proofErr w:type="spellEnd"/>
      <w:r w:rsidRPr="00971800">
        <w:t xml:space="preserve"> in </w:t>
      </w:r>
      <w:proofErr w:type="spellStart"/>
      <w:r w:rsidRPr="00971800">
        <w:t>Lapwai</w:t>
      </w:r>
      <w:proofErr w:type="spellEnd"/>
      <w:r w:rsidRPr="00971800">
        <w:t xml:space="preserve"> Creek, Idaho</w:t>
      </w:r>
      <w:r>
        <w:rPr>
          <w:smallCaps/>
        </w:rPr>
        <w:t xml:space="preserve"> 115 (</w:t>
      </w:r>
      <w:r w:rsidR="00971800" w:rsidRPr="00971800">
        <w:t xml:space="preserve">May </w:t>
      </w:r>
      <w:r>
        <w:rPr>
          <w:smallCaps/>
        </w:rPr>
        <w:t>2011)</w:t>
      </w:r>
      <w:r w:rsidR="00971800">
        <w:rPr>
          <w:smallCaps/>
        </w:rPr>
        <w:t xml:space="preserve"> (</w:t>
      </w:r>
      <w:r w:rsidR="00971800">
        <w:t>unpublished M.S. thesis) (on file with the University of Idaho College of Graduate Studies)</w:t>
      </w:r>
      <w:r>
        <w:rPr>
          <w:smallCaps/>
        </w:rPr>
        <w:t>.</w:t>
      </w:r>
      <w:r w:rsidRPr="00D43B54">
        <w:rPr>
          <w:rFonts w:cs="Times New Roman"/>
        </w:rPr>
        <w:t xml:space="preserve">  </w:t>
      </w:r>
    </w:p>
  </w:footnote>
  <w:footnote w:id="50">
    <w:p w:rsidR="0001216D" w:rsidRDefault="0001216D">
      <w:pPr>
        <w:pStyle w:val="FootnoteText"/>
      </w:pPr>
      <w:r>
        <w:rPr>
          <w:rStyle w:val="FootnoteReference"/>
        </w:rPr>
        <w:footnoteRef/>
      </w:r>
      <w:r>
        <w:t xml:space="preserve"> </w:t>
      </w:r>
      <w:sdt>
        <w:sdtPr>
          <w:rPr>
            <w:rFonts w:cs="Times New Roman"/>
          </w:rPr>
          <w:id w:val="54924760"/>
          <w:citation/>
        </w:sdtPr>
        <w:sdtEndPr/>
        <w:sdtContent>
          <w:r w:rsidR="00606D53" w:rsidRPr="00D43B54">
            <w:rPr>
              <w:rFonts w:cs="Times New Roman"/>
            </w:rPr>
            <w:fldChar w:fldCharType="begin"/>
          </w:r>
          <w:r w:rsidRPr="00D43B54">
            <w:rPr>
              <w:rFonts w:cs="Times New Roman"/>
            </w:rPr>
            <w:instrText xml:space="preserve"> CITATION Nat08 \l 1033 </w:instrText>
          </w:r>
          <w:r w:rsidR="00606D53"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606D53" w:rsidRPr="00D43B54">
            <w:rPr>
              <w:rFonts w:cs="Times New Roman"/>
              <w:noProof/>
            </w:rPr>
            <w:fldChar w:fldCharType="end"/>
          </w:r>
        </w:sdtContent>
      </w:sdt>
    </w:p>
  </w:footnote>
  <w:footnote w:id="51">
    <w:p w:rsidR="0001216D" w:rsidRDefault="0001216D">
      <w:pPr>
        <w:pStyle w:val="FootnoteText"/>
      </w:pPr>
      <w:r>
        <w:rPr>
          <w:rStyle w:val="FootnoteReference"/>
        </w:rPr>
        <w:footnoteRef/>
      </w:r>
      <w:r>
        <w:t xml:space="preserve"> </w:t>
      </w:r>
      <w:r w:rsidRPr="00D43B54">
        <w:rPr>
          <w:rFonts w:cs="Times New Roman"/>
        </w:rPr>
        <w:t>(NMFS 2008)</w:t>
      </w:r>
    </w:p>
  </w:footnote>
  <w:footnote w:id="52">
    <w:p w:rsidR="0001216D" w:rsidRDefault="0001216D">
      <w:pPr>
        <w:pStyle w:val="FootnoteText"/>
      </w:pPr>
      <w:r>
        <w:rPr>
          <w:rStyle w:val="FootnoteReference"/>
        </w:rPr>
        <w:footnoteRef/>
      </w:r>
      <w:r>
        <w:t xml:space="preserve"> </w:t>
      </w:r>
      <w:r w:rsidRPr="00971800">
        <w:t xml:space="preserve">Richardson </w:t>
      </w:r>
      <w:r w:rsidR="009900C7">
        <w:t>&amp;</w:t>
      </w:r>
      <w:r w:rsidRPr="00971800">
        <w:t xml:space="preserve"> Rasmussen</w:t>
      </w:r>
      <w:r>
        <w:rPr>
          <w:smallCaps/>
        </w:rPr>
        <w:t xml:space="preserve">, </w:t>
      </w:r>
      <w:r>
        <w:rPr>
          <w:i/>
        </w:rPr>
        <w:t xml:space="preserve">supra </w:t>
      </w:r>
      <w:r>
        <w:t xml:space="preserve">note </w:t>
      </w:r>
      <w:r w:rsidR="009900C7">
        <w:t>41</w:t>
      </w:r>
      <w:r>
        <w:t>, at 6.</w:t>
      </w:r>
    </w:p>
  </w:footnote>
  <w:footnote w:id="53">
    <w:p w:rsidR="0001216D" w:rsidRDefault="0001216D">
      <w:pPr>
        <w:pStyle w:val="FootnoteText"/>
      </w:pPr>
      <w:r>
        <w:rPr>
          <w:rStyle w:val="FootnoteReference"/>
        </w:rPr>
        <w:footnoteRef/>
      </w:r>
      <w:r>
        <w:t xml:space="preserve"> </w:t>
      </w:r>
      <w:proofErr w:type="gramStart"/>
      <w:r w:rsidR="004978AB">
        <w:rPr>
          <w:i/>
        </w:rPr>
        <w:t xml:space="preserve">Id. </w:t>
      </w:r>
      <w:r>
        <w:t>at 45.</w:t>
      </w:r>
      <w:proofErr w:type="gramEnd"/>
    </w:p>
  </w:footnote>
  <w:footnote w:id="54">
    <w:p w:rsidR="0001216D" w:rsidRDefault="0001216D">
      <w:pPr>
        <w:pStyle w:val="FootnoteText"/>
      </w:pPr>
      <w:r>
        <w:rPr>
          <w:rStyle w:val="FootnoteReference"/>
        </w:rPr>
        <w:footnoteRef/>
      </w:r>
      <w:r>
        <w:t xml:space="preserve"> </w:t>
      </w:r>
      <w:r w:rsidR="00B0329B">
        <w:t xml:space="preserve">Dr. </w:t>
      </w:r>
      <w:r w:rsidRPr="00B0329B">
        <w:t>Brian Kennedy</w:t>
      </w:r>
      <w:r>
        <w:rPr>
          <w:smallCaps/>
        </w:rPr>
        <w:t xml:space="preserve">, </w:t>
      </w:r>
      <w:r w:rsidRPr="009900C7">
        <w:t xml:space="preserve">Lecture </w:t>
      </w:r>
      <w:r w:rsidR="009900C7" w:rsidRPr="009900C7">
        <w:t>to Water Resources 506 Class,</w:t>
      </w:r>
      <w:r>
        <w:rPr>
          <w:smallCaps/>
        </w:rPr>
        <w:t xml:space="preserve"> “</w:t>
      </w:r>
      <w:r w:rsidRPr="009900C7">
        <w:t>The Ecology of Rivers and Salmon</w:t>
      </w:r>
      <w:r w:rsidR="009900C7">
        <w:t>,</w:t>
      </w:r>
      <w:r>
        <w:rPr>
          <w:smallCaps/>
        </w:rPr>
        <w:t>” (</w:t>
      </w:r>
      <w:r w:rsidRPr="009900C7">
        <w:t>Oct</w:t>
      </w:r>
      <w:r>
        <w:rPr>
          <w:smallCaps/>
        </w:rPr>
        <w:t>. 13, 2011).</w:t>
      </w:r>
    </w:p>
  </w:footnote>
  <w:footnote w:id="55">
    <w:p w:rsidR="0001216D" w:rsidRDefault="0001216D">
      <w:pPr>
        <w:pStyle w:val="FootnoteText"/>
      </w:pPr>
      <w:r>
        <w:rPr>
          <w:rStyle w:val="FootnoteReference"/>
        </w:rPr>
        <w:footnoteRef/>
      </w:r>
      <w:r>
        <w:t xml:space="preserve"> </w:t>
      </w:r>
      <w:r w:rsidRPr="00B0329B">
        <w:rPr>
          <w:u w:val="single"/>
        </w:rPr>
        <w:t xml:space="preserve">T.C. </w:t>
      </w:r>
      <w:proofErr w:type="spellStart"/>
      <w:r w:rsidRPr="00B0329B">
        <w:rPr>
          <w:u w:val="single"/>
        </w:rPr>
        <w:t>Bjornn</w:t>
      </w:r>
      <w:proofErr w:type="spellEnd"/>
      <w:r w:rsidRPr="00B0329B">
        <w:rPr>
          <w:u w:val="single"/>
        </w:rPr>
        <w:t xml:space="preserve"> and D.W. </w:t>
      </w:r>
      <w:proofErr w:type="spellStart"/>
      <w:r w:rsidRPr="00B0329B">
        <w:rPr>
          <w:u w:val="single"/>
        </w:rPr>
        <w:t>Reisner</w:t>
      </w:r>
      <w:proofErr w:type="spellEnd"/>
      <w:r>
        <w:rPr>
          <w:smallCaps/>
        </w:rPr>
        <w:t xml:space="preserve">, </w:t>
      </w:r>
      <w:r w:rsidR="00B0329B">
        <w:rPr>
          <w:i/>
        </w:rPr>
        <w:t xml:space="preserve">Habitat Requirements of </w:t>
      </w:r>
      <w:proofErr w:type="spellStart"/>
      <w:r w:rsidR="00B0329B">
        <w:rPr>
          <w:i/>
        </w:rPr>
        <w:t>Salmonids</w:t>
      </w:r>
      <w:proofErr w:type="spellEnd"/>
      <w:r w:rsidR="00B0329B">
        <w:rPr>
          <w:i/>
        </w:rPr>
        <w:t xml:space="preserve"> in Streams, in </w:t>
      </w:r>
      <w:r w:rsidRPr="00FF696D">
        <w:rPr>
          <w:smallCaps/>
        </w:rPr>
        <w:t xml:space="preserve">Influences of Forest and Rangeland Management on </w:t>
      </w:r>
      <w:proofErr w:type="spellStart"/>
      <w:r w:rsidRPr="00FF696D">
        <w:rPr>
          <w:smallCaps/>
        </w:rPr>
        <w:t>Salmonid</w:t>
      </w:r>
      <w:proofErr w:type="spellEnd"/>
      <w:r w:rsidRPr="00FF696D">
        <w:rPr>
          <w:smallCaps/>
        </w:rPr>
        <w:t xml:space="preserve"> Fishes and Their Habitats</w:t>
      </w:r>
      <w:r>
        <w:rPr>
          <w:smallCaps/>
        </w:rPr>
        <w:t xml:space="preserve"> </w:t>
      </w:r>
      <w:r w:rsidR="00B0329B">
        <w:rPr>
          <w:smallCaps/>
        </w:rPr>
        <w:t xml:space="preserve">83, </w:t>
      </w:r>
      <w:r>
        <w:rPr>
          <w:smallCaps/>
        </w:rPr>
        <w:t>85 (</w:t>
      </w:r>
      <w:r w:rsidRPr="00FF696D">
        <w:t>W.R. Meehan ed.</w:t>
      </w:r>
      <w:r>
        <w:t xml:space="preserve"> 1991)</w:t>
      </w:r>
      <w:r w:rsidRPr="00D43B54">
        <w:rPr>
          <w:rFonts w:cs="Times New Roman"/>
        </w:rPr>
        <w:t xml:space="preserve">; </w:t>
      </w:r>
      <w:r w:rsidRPr="009900C7">
        <w:t xml:space="preserve">Richardson  </w:t>
      </w:r>
      <w:r w:rsidR="00B0329B">
        <w:t>&amp;</w:t>
      </w:r>
      <w:r w:rsidRPr="009900C7">
        <w:t xml:space="preserve"> Rasmussen</w:t>
      </w:r>
      <w:r>
        <w:rPr>
          <w:smallCaps/>
        </w:rPr>
        <w:t xml:space="preserve">, </w:t>
      </w:r>
      <w:r>
        <w:rPr>
          <w:i/>
        </w:rPr>
        <w:t xml:space="preserve">supra </w:t>
      </w:r>
      <w:r>
        <w:t xml:space="preserve">note </w:t>
      </w:r>
      <w:r w:rsidR="009900C7">
        <w:t>41</w:t>
      </w:r>
      <w:r>
        <w:t>, at 21.</w:t>
      </w:r>
      <w:r w:rsidRPr="00D43B54">
        <w:rPr>
          <w:rFonts w:cs="Times New Roman"/>
        </w:rPr>
        <w:t xml:space="preserve"> </w:t>
      </w:r>
    </w:p>
  </w:footnote>
  <w:footnote w:id="56">
    <w:p w:rsidR="0001216D" w:rsidRDefault="0001216D" w:rsidP="00073263">
      <w:pPr>
        <w:pStyle w:val="FootnoteText"/>
      </w:pPr>
      <w:r>
        <w:rPr>
          <w:rStyle w:val="FootnoteReference"/>
        </w:rPr>
        <w:footnoteRef/>
      </w:r>
      <w:r>
        <w:t xml:space="preserve"> Situation assessment, </w:t>
      </w:r>
      <w:r w:rsidR="00B0329B">
        <w:rPr>
          <w:i/>
        </w:rPr>
        <w:t xml:space="preserve">supra </w:t>
      </w:r>
      <w:r w:rsidR="00B0329B">
        <w:t xml:space="preserve">note </w:t>
      </w:r>
      <w:r w:rsidR="000E0922">
        <w:t>35, at</w:t>
      </w:r>
      <w:r>
        <w:t xml:space="preserve"> 8</w:t>
      </w:r>
      <w:r w:rsidR="000E092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16D" w:rsidRDefault="00606D53"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end"/>
    </w:r>
  </w:p>
  <w:p w:rsidR="0001216D" w:rsidRDefault="0001216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16D" w:rsidRDefault="00606D53"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separate"/>
    </w:r>
    <w:r w:rsidR="00024701">
      <w:rPr>
        <w:rStyle w:val="PageNumber"/>
        <w:noProof/>
      </w:rPr>
      <w:t>20</w:t>
    </w:r>
    <w:r>
      <w:rPr>
        <w:rStyle w:val="PageNumber"/>
      </w:rPr>
      <w:fldChar w:fldCharType="end"/>
    </w:r>
  </w:p>
  <w:p w:rsidR="0001216D" w:rsidRDefault="0001216D">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0E7"/>
    <w:rsid w:val="00000ED3"/>
    <w:rsid w:val="00006242"/>
    <w:rsid w:val="000115A2"/>
    <w:rsid w:val="0001216D"/>
    <w:rsid w:val="0002108A"/>
    <w:rsid w:val="00021AA8"/>
    <w:rsid w:val="00024701"/>
    <w:rsid w:val="00053174"/>
    <w:rsid w:val="0007084D"/>
    <w:rsid w:val="00073263"/>
    <w:rsid w:val="000874ED"/>
    <w:rsid w:val="0009536E"/>
    <w:rsid w:val="000A6E67"/>
    <w:rsid w:val="000E0657"/>
    <w:rsid w:val="000E0922"/>
    <w:rsid w:val="000E50C0"/>
    <w:rsid w:val="00100FF3"/>
    <w:rsid w:val="00151AC1"/>
    <w:rsid w:val="00164D24"/>
    <w:rsid w:val="001900EA"/>
    <w:rsid w:val="0019576B"/>
    <w:rsid w:val="001963E9"/>
    <w:rsid w:val="001A0910"/>
    <w:rsid w:val="001B16F3"/>
    <w:rsid w:val="001C4FA0"/>
    <w:rsid w:val="001E0383"/>
    <w:rsid w:val="00241F95"/>
    <w:rsid w:val="002440EC"/>
    <w:rsid w:val="00247334"/>
    <w:rsid w:val="002752A9"/>
    <w:rsid w:val="00280A07"/>
    <w:rsid w:val="0028115B"/>
    <w:rsid w:val="00291EA8"/>
    <w:rsid w:val="002C438F"/>
    <w:rsid w:val="002D26CB"/>
    <w:rsid w:val="00330376"/>
    <w:rsid w:val="0033363B"/>
    <w:rsid w:val="003403AB"/>
    <w:rsid w:val="00341CFF"/>
    <w:rsid w:val="00350E8A"/>
    <w:rsid w:val="00361E59"/>
    <w:rsid w:val="00386249"/>
    <w:rsid w:val="003967AD"/>
    <w:rsid w:val="003A5274"/>
    <w:rsid w:val="003E0519"/>
    <w:rsid w:val="003E47B8"/>
    <w:rsid w:val="003F0970"/>
    <w:rsid w:val="00403998"/>
    <w:rsid w:val="00412978"/>
    <w:rsid w:val="00435EBD"/>
    <w:rsid w:val="00471951"/>
    <w:rsid w:val="0047310E"/>
    <w:rsid w:val="00493403"/>
    <w:rsid w:val="004978AB"/>
    <w:rsid w:val="004A4C35"/>
    <w:rsid w:val="004C5627"/>
    <w:rsid w:val="004D146B"/>
    <w:rsid w:val="004D6ACE"/>
    <w:rsid w:val="004F1F03"/>
    <w:rsid w:val="004F4B0D"/>
    <w:rsid w:val="0051208A"/>
    <w:rsid w:val="0052150E"/>
    <w:rsid w:val="0055203D"/>
    <w:rsid w:val="005853D9"/>
    <w:rsid w:val="005A4637"/>
    <w:rsid w:val="005C03E0"/>
    <w:rsid w:val="005E2177"/>
    <w:rsid w:val="005E7461"/>
    <w:rsid w:val="00606CA7"/>
    <w:rsid w:val="00606D53"/>
    <w:rsid w:val="00607841"/>
    <w:rsid w:val="00610B02"/>
    <w:rsid w:val="00616569"/>
    <w:rsid w:val="006175F3"/>
    <w:rsid w:val="00642F64"/>
    <w:rsid w:val="00651985"/>
    <w:rsid w:val="006742BF"/>
    <w:rsid w:val="006B2443"/>
    <w:rsid w:val="006C44CA"/>
    <w:rsid w:val="006D2472"/>
    <w:rsid w:val="006E5741"/>
    <w:rsid w:val="0070015E"/>
    <w:rsid w:val="007139EC"/>
    <w:rsid w:val="007449E4"/>
    <w:rsid w:val="00753C6B"/>
    <w:rsid w:val="007622BB"/>
    <w:rsid w:val="00765C3F"/>
    <w:rsid w:val="00767587"/>
    <w:rsid w:val="00770DD4"/>
    <w:rsid w:val="007809EC"/>
    <w:rsid w:val="007F4ECE"/>
    <w:rsid w:val="008001A9"/>
    <w:rsid w:val="0080138D"/>
    <w:rsid w:val="00803520"/>
    <w:rsid w:val="0080433F"/>
    <w:rsid w:val="0081066C"/>
    <w:rsid w:val="00844A84"/>
    <w:rsid w:val="00862A1A"/>
    <w:rsid w:val="00877EAC"/>
    <w:rsid w:val="00881716"/>
    <w:rsid w:val="008B11D2"/>
    <w:rsid w:val="008D1CC0"/>
    <w:rsid w:val="009126C9"/>
    <w:rsid w:val="00927CCE"/>
    <w:rsid w:val="0093064A"/>
    <w:rsid w:val="00943724"/>
    <w:rsid w:val="0095423E"/>
    <w:rsid w:val="00966E2F"/>
    <w:rsid w:val="00971800"/>
    <w:rsid w:val="00972C81"/>
    <w:rsid w:val="00985550"/>
    <w:rsid w:val="009900C7"/>
    <w:rsid w:val="0099383F"/>
    <w:rsid w:val="009950C3"/>
    <w:rsid w:val="009A3DF6"/>
    <w:rsid w:val="009A6523"/>
    <w:rsid w:val="009B1D59"/>
    <w:rsid w:val="009B766C"/>
    <w:rsid w:val="009D610E"/>
    <w:rsid w:val="009E3564"/>
    <w:rsid w:val="009E5937"/>
    <w:rsid w:val="00A06D24"/>
    <w:rsid w:val="00A17128"/>
    <w:rsid w:val="00A310E7"/>
    <w:rsid w:val="00A35F74"/>
    <w:rsid w:val="00A72A68"/>
    <w:rsid w:val="00A82431"/>
    <w:rsid w:val="00A844DC"/>
    <w:rsid w:val="00AA73F6"/>
    <w:rsid w:val="00AB10DF"/>
    <w:rsid w:val="00AC739A"/>
    <w:rsid w:val="00AD092D"/>
    <w:rsid w:val="00AE6092"/>
    <w:rsid w:val="00AF12EA"/>
    <w:rsid w:val="00AF5C36"/>
    <w:rsid w:val="00B0329B"/>
    <w:rsid w:val="00B06093"/>
    <w:rsid w:val="00B066D7"/>
    <w:rsid w:val="00B121BC"/>
    <w:rsid w:val="00B15D9F"/>
    <w:rsid w:val="00B16C2F"/>
    <w:rsid w:val="00B240E1"/>
    <w:rsid w:val="00B532D7"/>
    <w:rsid w:val="00B54648"/>
    <w:rsid w:val="00B63945"/>
    <w:rsid w:val="00B63AFB"/>
    <w:rsid w:val="00B95085"/>
    <w:rsid w:val="00BA36EB"/>
    <w:rsid w:val="00BB129F"/>
    <w:rsid w:val="00BB7F1D"/>
    <w:rsid w:val="00BC1112"/>
    <w:rsid w:val="00BC24F1"/>
    <w:rsid w:val="00BD1224"/>
    <w:rsid w:val="00BF25E1"/>
    <w:rsid w:val="00C133CD"/>
    <w:rsid w:val="00C14831"/>
    <w:rsid w:val="00C15FF3"/>
    <w:rsid w:val="00C246CB"/>
    <w:rsid w:val="00C4720B"/>
    <w:rsid w:val="00C47617"/>
    <w:rsid w:val="00C62A2B"/>
    <w:rsid w:val="00C661D6"/>
    <w:rsid w:val="00C8586E"/>
    <w:rsid w:val="00CB311C"/>
    <w:rsid w:val="00CC5DA5"/>
    <w:rsid w:val="00CD69A3"/>
    <w:rsid w:val="00CD72C8"/>
    <w:rsid w:val="00CD7E8D"/>
    <w:rsid w:val="00CF3D7B"/>
    <w:rsid w:val="00CF424A"/>
    <w:rsid w:val="00D0033E"/>
    <w:rsid w:val="00D065E6"/>
    <w:rsid w:val="00D11199"/>
    <w:rsid w:val="00D17432"/>
    <w:rsid w:val="00D17CBB"/>
    <w:rsid w:val="00D3535E"/>
    <w:rsid w:val="00D437B6"/>
    <w:rsid w:val="00D43B54"/>
    <w:rsid w:val="00D45BA8"/>
    <w:rsid w:val="00D4680C"/>
    <w:rsid w:val="00D72524"/>
    <w:rsid w:val="00D8068C"/>
    <w:rsid w:val="00D90254"/>
    <w:rsid w:val="00D96C8B"/>
    <w:rsid w:val="00DC3943"/>
    <w:rsid w:val="00DC7DD5"/>
    <w:rsid w:val="00DD0CFD"/>
    <w:rsid w:val="00DD4B30"/>
    <w:rsid w:val="00DE2E5B"/>
    <w:rsid w:val="00DF07A5"/>
    <w:rsid w:val="00E078C4"/>
    <w:rsid w:val="00E111B1"/>
    <w:rsid w:val="00E15821"/>
    <w:rsid w:val="00E33366"/>
    <w:rsid w:val="00E43CE7"/>
    <w:rsid w:val="00E5551B"/>
    <w:rsid w:val="00E7579F"/>
    <w:rsid w:val="00E77FB6"/>
    <w:rsid w:val="00ED444E"/>
    <w:rsid w:val="00ED6A2C"/>
    <w:rsid w:val="00EE2BED"/>
    <w:rsid w:val="00EF2E12"/>
    <w:rsid w:val="00F110E3"/>
    <w:rsid w:val="00F150DF"/>
    <w:rsid w:val="00F207A1"/>
    <w:rsid w:val="00F33D32"/>
    <w:rsid w:val="00F4362B"/>
    <w:rsid w:val="00F47D59"/>
    <w:rsid w:val="00F7018A"/>
    <w:rsid w:val="00F7623D"/>
    <w:rsid w:val="00F93D97"/>
    <w:rsid w:val="00FA128C"/>
    <w:rsid w:val="00FC7ACD"/>
    <w:rsid w:val="00FF76D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F1328-C844-40AD-A449-40639A038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88A6D646.dotm</Template>
  <TotalTime>0</TotalTime>
  <Pages>21</Pages>
  <Words>5357</Words>
  <Characters>30535</Characters>
  <Application>Microsoft Office Word</Application>
  <DocSecurity>4</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curr0241</dc:creator>
  <cp:lastModifiedBy>Deanna L Kinziger</cp:lastModifiedBy>
  <cp:revision>2</cp:revision>
  <dcterms:created xsi:type="dcterms:W3CDTF">2011-12-01T19:30:00Z</dcterms:created>
  <dcterms:modified xsi:type="dcterms:W3CDTF">2011-12-01T19:30:00Z</dcterms:modified>
</cp:coreProperties>
</file>